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705627" w14:textId="77777777" w:rsidR="003A5C97" w:rsidRPr="003A5C97" w:rsidRDefault="003A5C97" w:rsidP="003A5C97">
      <w:pPr>
        <w:rPr>
          <w:lang w:eastAsia="sk-SK"/>
        </w:rPr>
      </w:pPr>
    </w:p>
    <w:p w14:paraId="1FA61938" w14:textId="77777777" w:rsidR="003A5C97" w:rsidRPr="00E1030D" w:rsidRDefault="003A5C97" w:rsidP="003A5C97">
      <w:pPr>
        <w:pStyle w:val="Nadpis5"/>
        <w:jc w:val="center"/>
        <w:rPr>
          <w:rFonts w:asciiTheme="minorHAnsi" w:hAnsiTheme="minorHAnsi" w:cs="Arial"/>
          <w:b/>
          <w:color w:val="auto"/>
          <w:sz w:val="26"/>
          <w:szCs w:val="26"/>
        </w:rPr>
      </w:pPr>
      <w:r w:rsidRPr="00E1030D">
        <w:rPr>
          <w:rFonts w:asciiTheme="minorHAnsi" w:hAnsiTheme="minorHAnsi" w:cs="Arial"/>
          <w:b/>
          <w:color w:val="auto"/>
          <w:sz w:val="26"/>
          <w:szCs w:val="26"/>
        </w:rPr>
        <w:t>ŽIADOSŤ</w:t>
      </w:r>
    </w:p>
    <w:p w14:paraId="42224758" w14:textId="77777777" w:rsidR="003A5C97" w:rsidRPr="00E1030D" w:rsidRDefault="003A5C97" w:rsidP="003A5C97">
      <w:pPr>
        <w:jc w:val="center"/>
        <w:rPr>
          <w:rFonts w:asciiTheme="minorHAnsi" w:hAnsiTheme="minorHAnsi" w:cs="Arial"/>
          <w:b/>
          <w:sz w:val="26"/>
          <w:szCs w:val="26"/>
        </w:rPr>
      </w:pPr>
      <w:r w:rsidRPr="00E1030D">
        <w:rPr>
          <w:rFonts w:asciiTheme="minorHAnsi" w:hAnsiTheme="minorHAnsi" w:cs="Arial"/>
          <w:b/>
          <w:sz w:val="26"/>
          <w:szCs w:val="26"/>
        </w:rPr>
        <w:t>o verifikáciu publikácie</w:t>
      </w:r>
    </w:p>
    <w:p w14:paraId="3817D82E" w14:textId="77777777" w:rsidR="003A5C97" w:rsidRPr="00E1030D" w:rsidRDefault="003A5C97" w:rsidP="003A5C97">
      <w:pPr>
        <w:rPr>
          <w:rFonts w:asciiTheme="minorHAnsi" w:hAnsiTheme="minorHAnsi" w:cs="Arial"/>
          <w:sz w:val="20"/>
          <w:szCs w:val="20"/>
        </w:rPr>
      </w:pPr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1476"/>
        <w:gridCol w:w="373"/>
        <w:gridCol w:w="311"/>
        <w:gridCol w:w="792"/>
        <w:gridCol w:w="828"/>
        <w:gridCol w:w="900"/>
        <w:gridCol w:w="855"/>
        <w:gridCol w:w="405"/>
        <w:gridCol w:w="1440"/>
      </w:tblGrid>
      <w:tr w:rsidR="003A5C97" w:rsidRPr="00E1030D" w14:paraId="0ED1E8EE" w14:textId="77777777" w:rsidTr="00DF57F3">
        <w:trPr>
          <w:trHeight w:val="272"/>
        </w:trPr>
        <w:tc>
          <w:tcPr>
            <w:tcW w:w="1690" w:type="dxa"/>
          </w:tcPr>
          <w:p w14:paraId="05CD350E" w14:textId="77777777" w:rsidR="003A5C97" w:rsidRPr="00E1030D" w:rsidRDefault="003A5C97" w:rsidP="00A81A4B">
            <w:pPr>
              <w:pStyle w:val="Nadpis3"/>
              <w:spacing w:before="120" w:after="120"/>
              <w:rPr>
                <w:rFonts w:asciiTheme="minorHAnsi" w:hAnsiTheme="minorHAnsi" w:cs="Arial"/>
                <w:szCs w:val="22"/>
              </w:rPr>
            </w:pPr>
            <w:r w:rsidRPr="00E1030D">
              <w:rPr>
                <w:rFonts w:asciiTheme="minorHAnsi" w:hAnsiTheme="minorHAnsi" w:cs="Arial"/>
                <w:szCs w:val="22"/>
              </w:rPr>
              <w:t>Kategória</w:t>
            </w:r>
          </w:p>
        </w:tc>
        <w:tc>
          <w:tcPr>
            <w:tcW w:w="1476" w:type="dxa"/>
            <w:vAlign w:val="center"/>
          </w:tcPr>
          <w:p w14:paraId="2C79137C" w14:textId="77777777" w:rsidR="003A5C97" w:rsidRPr="005B43B4" w:rsidRDefault="003A5C97" w:rsidP="007E4A50">
            <w:pPr>
              <w:pStyle w:val="Nadpis9"/>
              <w:jc w:val="center"/>
              <w:rPr>
                <w:rFonts w:asciiTheme="minorHAnsi" w:hAnsiTheme="minorHAnsi" w:cs="Arial"/>
                <w:b/>
                <w:bCs/>
                <w:i w:val="0"/>
                <w:color w:val="auto"/>
                <w:sz w:val="22"/>
                <w:szCs w:val="22"/>
              </w:rPr>
            </w:pPr>
            <w:r w:rsidRPr="005B43B4">
              <w:rPr>
                <w:rFonts w:asciiTheme="minorHAnsi" w:hAnsiTheme="minorHAnsi" w:cs="Arial"/>
                <w:i w:val="0"/>
                <w:color w:val="auto"/>
                <w:sz w:val="22"/>
                <w:szCs w:val="22"/>
              </w:rPr>
              <w:t>Monografia</w:t>
            </w:r>
          </w:p>
        </w:tc>
        <w:tc>
          <w:tcPr>
            <w:tcW w:w="1476" w:type="dxa"/>
            <w:gridSpan w:val="3"/>
            <w:vAlign w:val="center"/>
          </w:tcPr>
          <w:p w14:paraId="3BED34C5" w14:textId="7521A2B5" w:rsidR="003A5C97" w:rsidRPr="005B43B4" w:rsidRDefault="00DF57F3" w:rsidP="003A5C9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16B52">
              <w:rPr>
                <w:rFonts w:asciiTheme="minorHAnsi" w:hAnsiTheme="minorHAnsi" w:cs="Arial"/>
                <w:sz w:val="22"/>
                <w:szCs w:val="22"/>
              </w:rPr>
              <w:t>Vysokoškolská učebnica</w:t>
            </w:r>
          </w:p>
        </w:tc>
        <w:tc>
          <w:tcPr>
            <w:tcW w:w="1728" w:type="dxa"/>
            <w:gridSpan w:val="2"/>
            <w:vAlign w:val="center"/>
          </w:tcPr>
          <w:p w14:paraId="160E304D" w14:textId="1E162FF5" w:rsidR="003A5C97" w:rsidRPr="00016B52" w:rsidRDefault="00DF57F3" w:rsidP="00DF57F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Učebné texty</w:t>
            </w:r>
          </w:p>
        </w:tc>
        <w:tc>
          <w:tcPr>
            <w:tcW w:w="1260" w:type="dxa"/>
            <w:gridSpan w:val="2"/>
          </w:tcPr>
          <w:p w14:paraId="395FBF6F" w14:textId="77777777" w:rsidR="003A5C97" w:rsidRPr="00C97D9C" w:rsidRDefault="003A5C97" w:rsidP="003A5C97">
            <w:pPr>
              <w:pStyle w:val="Nadpis4"/>
              <w:spacing w:before="120"/>
              <w:jc w:val="center"/>
              <w:rPr>
                <w:rFonts w:asciiTheme="minorHAnsi" w:eastAsia="Times New Roman" w:hAnsiTheme="minorHAnsi" w:cs="Arial"/>
                <w:i w:val="0"/>
                <w:color w:val="auto"/>
                <w:sz w:val="22"/>
                <w:szCs w:val="22"/>
              </w:rPr>
            </w:pPr>
            <w:r w:rsidRPr="00C97D9C">
              <w:rPr>
                <w:rFonts w:asciiTheme="minorHAnsi" w:eastAsia="Times New Roman" w:hAnsiTheme="minorHAnsi" w:cs="Arial"/>
                <w:i w:val="0"/>
                <w:color w:val="auto"/>
                <w:sz w:val="22"/>
                <w:szCs w:val="22"/>
              </w:rPr>
              <w:t>Skriptá</w:t>
            </w:r>
          </w:p>
        </w:tc>
        <w:tc>
          <w:tcPr>
            <w:tcW w:w="1440" w:type="dxa"/>
          </w:tcPr>
          <w:p w14:paraId="293FC76A" w14:textId="543A8366" w:rsidR="003A5C97" w:rsidRPr="005B43B4" w:rsidRDefault="003A5C97" w:rsidP="003A5C97">
            <w:pPr>
              <w:spacing w:before="12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45F55" w:rsidRPr="00E1030D" w14:paraId="4EA2513A" w14:textId="77777777" w:rsidTr="00A81A4B">
        <w:trPr>
          <w:trHeight w:val="272"/>
        </w:trPr>
        <w:tc>
          <w:tcPr>
            <w:tcW w:w="1690" w:type="dxa"/>
            <w:vMerge w:val="restart"/>
          </w:tcPr>
          <w:p w14:paraId="25E1A783" w14:textId="77777777" w:rsidR="00D45F55" w:rsidRPr="00E1030D" w:rsidRDefault="00D45F55" w:rsidP="00D45F55">
            <w:pPr>
              <w:pStyle w:val="Nadpis3"/>
              <w:spacing w:before="120"/>
              <w:rPr>
                <w:rFonts w:asciiTheme="minorHAnsi" w:hAnsiTheme="minorHAnsi" w:cs="Arial"/>
                <w:szCs w:val="22"/>
              </w:rPr>
            </w:pPr>
          </w:p>
          <w:p w14:paraId="5CE41724" w14:textId="77777777" w:rsidR="00D45F55" w:rsidRPr="00E1030D" w:rsidRDefault="00D45F55" w:rsidP="003A5C97">
            <w:pPr>
              <w:pStyle w:val="Nadpis3"/>
              <w:rPr>
                <w:rFonts w:asciiTheme="minorHAnsi" w:hAnsiTheme="minorHAnsi" w:cs="Arial"/>
                <w:szCs w:val="22"/>
              </w:rPr>
            </w:pPr>
            <w:r w:rsidRPr="00E1030D">
              <w:rPr>
                <w:rFonts w:asciiTheme="minorHAnsi" w:hAnsiTheme="minorHAnsi" w:cs="Arial"/>
                <w:szCs w:val="22"/>
              </w:rPr>
              <w:t>Autori</w:t>
            </w:r>
          </w:p>
          <w:p w14:paraId="3558B604" w14:textId="77777777" w:rsidR="00D45F55" w:rsidRPr="00E1030D" w:rsidRDefault="00D45F55" w:rsidP="003A5C97">
            <w:pPr>
              <w:jc w:val="center"/>
              <w:rPr>
                <w:rFonts w:asciiTheme="minorHAnsi" w:hAnsiTheme="minorHAnsi" w:cs="Arial"/>
                <w:b/>
                <w:i/>
                <w:sz w:val="16"/>
                <w:szCs w:val="16"/>
              </w:rPr>
            </w:pPr>
            <w:r w:rsidRPr="00E1030D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(titul, meno, priezvisko, pracovisko)</w:t>
            </w:r>
          </w:p>
        </w:tc>
        <w:tc>
          <w:tcPr>
            <w:tcW w:w="5940" w:type="dxa"/>
            <w:gridSpan w:val="8"/>
            <w:tcBorders>
              <w:bottom w:val="single" w:sz="4" w:space="0" w:color="auto"/>
            </w:tcBorders>
          </w:tcPr>
          <w:p w14:paraId="274B8D8C" w14:textId="77777777" w:rsidR="00D45F55" w:rsidRPr="00E1030D" w:rsidRDefault="00D45F55" w:rsidP="00A81A4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8820263" w14:textId="77777777" w:rsidR="00D45F55" w:rsidRPr="00E1030D" w:rsidRDefault="00D45F55" w:rsidP="00A81A4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1030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Podiel v %</w:t>
            </w:r>
          </w:p>
        </w:tc>
      </w:tr>
      <w:tr w:rsidR="00D45F55" w:rsidRPr="00E1030D" w14:paraId="1E2AA0D9" w14:textId="77777777" w:rsidTr="00A81A4B">
        <w:trPr>
          <w:trHeight w:val="272"/>
        </w:trPr>
        <w:tc>
          <w:tcPr>
            <w:tcW w:w="1690" w:type="dxa"/>
            <w:vMerge/>
          </w:tcPr>
          <w:p w14:paraId="4412FFED" w14:textId="77777777" w:rsidR="00D45F55" w:rsidRPr="00E1030D" w:rsidRDefault="00D45F55" w:rsidP="00A81A4B">
            <w:pPr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</w:p>
        </w:tc>
        <w:tc>
          <w:tcPr>
            <w:tcW w:w="5940" w:type="dxa"/>
            <w:gridSpan w:val="8"/>
            <w:tcBorders>
              <w:bottom w:val="single" w:sz="4" w:space="0" w:color="auto"/>
            </w:tcBorders>
          </w:tcPr>
          <w:p w14:paraId="27F1097B" w14:textId="77777777" w:rsidR="00D45F55" w:rsidRPr="00E411E8" w:rsidRDefault="00016B52" w:rsidP="000E6D10">
            <w:pPr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                                                      </w:t>
            </w:r>
            <w:r w:rsidR="007656E6">
              <w:rPr>
                <w:rFonts w:asciiTheme="minorHAnsi" w:hAnsiTheme="minorHAnsi" w:cs="Arial"/>
                <w:sz w:val="22"/>
                <w:szCs w:val="22"/>
              </w:rPr>
              <w:t xml:space="preserve">                      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D45F55" w:rsidRPr="00E411E8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5057A1D" w14:textId="77777777" w:rsidR="00D45F55" w:rsidRPr="00E1030D" w:rsidRDefault="00D45F55" w:rsidP="00A81A4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45F55" w:rsidRPr="00E1030D" w14:paraId="6F0CB14A" w14:textId="77777777" w:rsidTr="00A81A4B">
        <w:trPr>
          <w:trHeight w:val="272"/>
        </w:trPr>
        <w:tc>
          <w:tcPr>
            <w:tcW w:w="1690" w:type="dxa"/>
            <w:vMerge/>
          </w:tcPr>
          <w:p w14:paraId="64697767" w14:textId="77777777" w:rsidR="00D45F55" w:rsidRPr="00E1030D" w:rsidRDefault="00D45F55" w:rsidP="00A81A4B">
            <w:pPr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</w:p>
        </w:tc>
        <w:tc>
          <w:tcPr>
            <w:tcW w:w="5940" w:type="dxa"/>
            <w:gridSpan w:val="8"/>
            <w:tcBorders>
              <w:bottom w:val="single" w:sz="4" w:space="0" w:color="auto"/>
            </w:tcBorders>
          </w:tcPr>
          <w:p w14:paraId="3D168AB4" w14:textId="77777777" w:rsidR="00D45F55" w:rsidRPr="00E1030D" w:rsidRDefault="00D45F55" w:rsidP="00767C9D">
            <w:pPr>
              <w:pStyle w:val="Hlavika"/>
              <w:tabs>
                <w:tab w:val="clear" w:pos="4536"/>
                <w:tab w:val="clear" w:pos="9072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4D3DE87" w14:textId="77777777" w:rsidR="00D45F55" w:rsidRPr="00E1030D" w:rsidRDefault="00D45F55" w:rsidP="00A81A4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45F55" w:rsidRPr="00E1030D" w14:paraId="724AF3C1" w14:textId="77777777" w:rsidTr="00A81A4B">
        <w:trPr>
          <w:trHeight w:val="272"/>
        </w:trPr>
        <w:tc>
          <w:tcPr>
            <w:tcW w:w="1690" w:type="dxa"/>
            <w:vMerge/>
          </w:tcPr>
          <w:p w14:paraId="54FA5254" w14:textId="77777777" w:rsidR="00D45F55" w:rsidRPr="00E1030D" w:rsidRDefault="00D45F55" w:rsidP="00A81A4B">
            <w:pPr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</w:p>
        </w:tc>
        <w:tc>
          <w:tcPr>
            <w:tcW w:w="5940" w:type="dxa"/>
            <w:gridSpan w:val="8"/>
            <w:tcBorders>
              <w:bottom w:val="single" w:sz="4" w:space="0" w:color="auto"/>
            </w:tcBorders>
          </w:tcPr>
          <w:p w14:paraId="22353077" w14:textId="77777777" w:rsidR="00D45F55" w:rsidRPr="00E1030D" w:rsidRDefault="00D45F55" w:rsidP="00767C9D">
            <w:pPr>
              <w:pStyle w:val="Hlavika"/>
              <w:tabs>
                <w:tab w:val="clear" w:pos="4536"/>
                <w:tab w:val="clear" w:pos="9072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D9117CD" w14:textId="77777777" w:rsidR="00D45F55" w:rsidRPr="00E1030D" w:rsidRDefault="00D45F55" w:rsidP="00A81A4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45F55" w:rsidRPr="00E1030D" w14:paraId="129650D7" w14:textId="77777777" w:rsidTr="00A81A4B">
        <w:trPr>
          <w:trHeight w:val="272"/>
        </w:trPr>
        <w:tc>
          <w:tcPr>
            <w:tcW w:w="1690" w:type="dxa"/>
            <w:vMerge/>
          </w:tcPr>
          <w:p w14:paraId="40761CB0" w14:textId="77777777" w:rsidR="00D45F55" w:rsidRPr="00E1030D" w:rsidRDefault="00D45F55" w:rsidP="00A81A4B">
            <w:pPr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</w:p>
        </w:tc>
        <w:tc>
          <w:tcPr>
            <w:tcW w:w="5940" w:type="dxa"/>
            <w:gridSpan w:val="8"/>
            <w:tcBorders>
              <w:bottom w:val="single" w:sz="4" w:space="0" w:color="auto"/>
            </w:tcBorders>
          </w:tcPr>
          <w:p w14:paraId="0E37633B" w14:textId="77777777" w:rsidR="00D45F55" w:rsidRPr="00E1030D" w:rsidRDefault="00D45F55" w:rsidP="00767C9D">
            <w:pPr>
              <w:pStyle w:val="Hlavika"/>
              <w:tabs>
                <w:tab w:val="clear" w:pos="4536"/>
                <w:tab w:val="clear" w:pos="9072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DE6995C" w14:textId="77777777" w:rsidR="00D45F55" w:rsidRPr="00E1030D" w:rsidRDefault="00D45F55" w:rsidP="00A81A4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A5C97" w:rsidRPr="00E1030D" w14:paraId="3A56D94F" w14:textId="77777777" w:rsidTr="00AB52EC">
        <w:trPr>
          <w:trHeight w:val="272"/>
        </w:trPr>
        <w:tc>
          <w:tcPr>
            <w:tcW w:w="1690" w:type="dxa"/>
            <w:vAlign w:val="center"/>
          </w:tcPr>
          <w:p w14:paraId="2BA809AB" w14:textId="77777777" w:rsidR="003A5C97" w:rsidRPr="00E1030D" w:rsidRDefault="003A5C97" w:rsidP="00A81A4B">
            <w:pPr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E1030D">
              <w:rPr>
                <w:rFonts w:asciiTheme="minorHAnsi" w:hAnsiTheme="minorHAnsi" w:cs="Arial"/>
                <w:b/>
                <w:i/>
                <w:sz w:val="22"/>
                <w:szCs w:val="22"/>
              </w:rPr>
              <w:t>Názov publikácie</w:t>
            </w:r>
          </w:p>
        </w:tc>
        <w:tc>
          <w:tcPr>
            <w:tcW w:w="7380" w:type="dxa"/>
            <w:gridSpan w:val="9"/>
          </w:tcPr>
          <w:p w14:paraId="6887BC7C" w14:textId="77777777" w:rsidR="003A5C97" w:rsidRPr="00767C9D" w:rsidRDefault="003A5C97" w:rsidP="00C44CEF">
            <w:pPr>
              <w:pStyle w:val="Hlavika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3A5C97" w:rsidRPr="00E1030D" w14:paraId="44AE6E36" w14:textId="77777777" w:rsidTr="00510D7D">
        <w:trPr>
          <w:trHeight w:val="272"/>
        </w:trPr>
        <w:tc>
          <w:tcPr>
            <w:tcW w:w="1690" w:type="dxa"/>
            <w:vMerge w:val="restart"/>
          </w:tcPr>
          <w:p w14:paraId="30DB73A2" w14:textId="77777777" w:rsidR="003A5C97" w:rsidRPr="00E1030D" w:rsidRDefault="003A5C97" w:rsidP="00A81A4B">
            <w:pPr>
              <w:pStyle w:val="Nadpis3"/>
              <w:spacing w:before="480"/>
              <w:rPr>
                <w:rFonts w:asciiTheme="minorHAnsi" w:hAnsiTheme="minorHAnsi" w:cs="Arial"/>
                <w:szCs w:val="22"/>
              </w:rPr>
            </w:pPr>
            <w:r w:rsidRPr="00E1030D">
              <w:rPr>
                <w:rFonts w:asciiTheme="minorHAnsi" w:hAnsiTheme="minorHAnsi" w:cs="Arial"/>
                <w:szCs w:val="22"/>
              </w:rPr>
              <w:t>Editorské</w:t>
            </w:r>
          </w:p>
          <w:p w14:paraId="6DEFCFB6" w14:textId="77777777" w:rsidR="003A5C97" w:rsidRPr="00E1030D" w:rsidRDefault="003A5C97" w:rsidP="00A81A4B">
            <w:pPr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E1030D">
              <w:rPr>
                <w:rFonts w:asciiTheme="minorHAnsi" w:hAnsiTheme="minorHAnsi" w:cs="Arial"/>
                <w:b/>
                <w:i/>
                <w:sz w:val="22"/>
                <w:szCs w:val="22"/>
              </w:rPr>
              <w:t>atribúty</w:t>
            </w:r>
          </w:p>
        </w:tc>
        <w:tc>
          <w:tcPr>
            <w:tcW w:w="1849" w:type="dxa"/>
            <w:gridSpan w:val="2"/>
            <w:tcBorders>
              <w:bottom w:val="single" w:sz="4" w:space="0" w:color="auto"/>
            </w:tcBorders>
          </w:tcPr>
          <w:p w14:paraId="24006C5C" w14:textId="77777777" w:rsidR="003A5C97" w:rsidRPr="00E1030D" w:rsidRDefault="003A5C97" w:rsidP="00A81A4B">
            <w:pPr>
              <w:pStyle w:val="Hlavika"/>
              <w:tabs>
                <w:tab w:val="clear" w:pos="4536"/>
                <w:tab w:val="clear" w:pos="9072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E1030D">
              <w:rPr>
                <w:rFonts w:asciiTheme="minorHAnsi" w:hAnsiTheme="minorHAnsi" w:cs="Arial"/>
                <w:sz w:val="22"/>
                <w:szCs w:val="22"/>
              </w:rPr>
              <w:t xml:space="preserve">Počet strán </w:t>
            </w:r>
          </w:p>
        </w:tc>
        <w:tc>
          <w:tcPr>
            <w:tcW w:w="1931" w:type="dxa"/>
            <w:gridSpan w:val="3"/>
            <w:tcBorders>
              <w:bottom w:val="single" w:sz="4" w:space="0" w:color="auto"/>
            </w:tcBorders>
          </w:tcPr>
          <w:p w14:paraId="3F49C6FC" w14:textId="77777777" w:rsidR="003A5C97" w:rsidRPr="00E1030D" w:rsidRDefault="003A5C97" w:rsidP="00A81A4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55" w:type="dxa"/>
            <w:gridSpan w:val="2"/>
            <w:tcBorders>
              <w:bottom w:val="single" w:sz="4" w:space="0" w:color="auto"/>
            </w:tcBorders>
          </w:tcPr>
          <w:p w14:paraId="0C6388EB" w14:textId="77777777" w:rsidR="003A5C97" w:rsidRPr="00E1030D" w:rsidRDefault="003A5C97" w:rsidP="00A81A4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1030D">
              <w:rPr>
                <w:rFonts w:asciiTheme="minorHAnsi" w:hAnsiTheme="minorHAnsi" w:cs="Arial"/>
                <w:sz w:val="22"/>
                <w:szCs w:val="22"/>
              </w:rPr>
              <w:t>Počet výtlačkov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</w:tcPr>
          <w:p w14:paraId="61884AE7" w14:textId="77777777" w:rsidR="003A5C97" w:rsidRPr="00E1030D" w:rsidRDefault="003A5C97" w:rsidP="00A81A4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A5C97" w:rsidRPr="00E1030D" w14:paraId="0B50B682" w14:textId="77777777" w:rsidTr="00510D7D">
        <w:trPr>
          <w:trHeight w:val="272"/>
        </w:trPr>
        <w:tc>
          <w:tcPr>
            <w:tcW w:w="1690" w:type="dxa"/>
            <w:vMerge/>
          </w:tcPr>
          <w:p w14:paraId="72C6F5D7" w14:textId="77777777" w:rsidR="003A5C97" w:rsidRPr="00E1030D" w:rsidRDefault="003A5C97" w:rsidP="00A81A4B">
            <w:pPr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</w:p>
        </w:tc>
        <w:tc>
          <w:tcPr>
            <w:tcW w:w="1849" w:type="dxa"/>
            <w:gridSpan w:val="2"/>
            <w:tcBorders>
              <w:bottom w:val="single" w:sz="4" w:space="0" w:color="auto"/>
            </w:tcBorders>
          </w:tcPr>
          <w:p w14:paraId="55D22C58" w14:textId="77777777" w:rsidR="003A5C97" w:rsidRPr="00E1030D" w:rsidRDefault="003A5C97" w:rsidP="00A81A4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1030D">
              <w:rPr>
                <w:rFonts w:asciiTheme="minorHAnsi" w:hAnsiTheme="minorHAnsi" w:cs="Arial"/>
                <w:sz w:val="22"/>
                <w:szCs w:val="22"/>
              </w:rPr>
              <w:t>Počet obrázkov</w:t>
            </w:r>
          </w:p>
        </w:tc>
        <w:tc>
          <w:tcPr>
            <w:tcW w:w="1931" w:type="dxa"/>
            <w:gridSpan w:val="3"/>
            <w:tcBorders>
              <w:bottom w:val="single" w:sz="4" w:space="0" w:color="auto"/>
            </w:tcBorders>
          </w:tcPr>
          <w:p w14:paraId="7AFC13E4" w14:textId="77777777" w:rsidR="003A5C97" w:rsidRPr="00E1030D" w:rsidRDefault="003A5C97" w:rsidP="00A81A4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55" w:type="dxa"/>
            <w:gridSpan w:val="2"/>
            <w:tcBorders>
              <w:bottom w:val="single" w:sz="4" w:space="0" w:color="auto"/>
            </w:tcBorders>
          </w:tcPr>
          <w:p w14:paraId="33940F8F" w14:textId="77777777" w:rsidR="003A5C97" w:rsidRPr="00E1030D" w:rsidRDefault="003A5C97" w:rsidP="00A81A4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1030D">
              <w:rPr>
                <w:rFonts w:asciiTheme="minorHAnsi" w:hAnsiTheme="minorHAnsi" w:cs="Arial"/>
                <w:sz w:val="22"/>
                <w:szCs w:val="22"/>
              </w:rPr>
              <w:t>ISBN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</w:tcPr>
          <w:p w14:paraId="5225B2FF" w14:textId="77777777" w:rsidR="003A5C97" w:rsidRPr="006A6628" w:rsidRDefault="003A5C97" w:rsidP="00A81A4B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3A5C97" w:rsidRPr="00E1030D" w14:paraId="7E767D37" w14:textId="77777777" w:rsidTr="00510D7D">
        <w:trPr>
          <w:trHeight w:val="272"/>
        </w:trPr>
        <w:tc>
          <w:tcPr>
            <w:tcW w:w="1690" w:type="dxa"/>
            <w:vMerge/>
          </w:tcPr>
          <w:p w14:paraId="327652D9" w14:textId="77777777" w:rsidR="003A5C97" w:rsidRPr="00E1030D" w:rsidRDefault="003A5C97" w:rsidP="00A81A4B">
            <w:pPr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</w:p>
        </w:tc>
        <w:tc>
          <w:tcPr>
            <w:tcW w:w="1849" w:type="dxa"/>
            <w:gridSpan w:val="2"/>
            <w:tcBorders>
              <w:bottom w:val="single" w:sz="4" w:space="0" w:color="auto"/>
            </w:tcBorders>
          </w:tcPr>
          <w:p w14:paraId="00551C76" w14:textId="77777777" w:rsidR="003A5C97" w:rsidRPr="00E1030D" w:rsidRDefault="003A5C97" w:rsidP="00A81A4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1030D">
              <w:rPr>
                <w:rFonts w:asciiTheme="minorHAnsi" w:hAnsiTheme="minorHAnsi" w:cs="Arial"/>
                <w:sz w:val="22"/>
                <w:szCs w:val="22"/>
              </w:rPr>
              <w:t>Počet tabuliek</w:t>
            </w:r>
          </w:p>
        </w:tc>
        <w:tc>
          <w:tcPr>
            <w:tcW w:w="1931" w:type="dxa"/>
            <w:gridSpan w:val="3"/>
            <w:tcBorders>
              <w:bottom w:val="single" w:sz="4" w:space="0" w:color="auto"/>
            </w:tcBorders>
          </w:tcPr>
          <w:p w14:paraId="5C31953C" w14:textId="77777777" w:rsidR="003A5C97" w:rsidRPr="00E1030D" w:rsidRDefault="003A5C97" w:rsidP="00A81A4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55" w:type="dxa"/>
            <w:gridSpan w:val="2"/>
            <w:tcBorders>
              <w:bottom w:val="single" w:sz="4" w:space="0" w:color="auto"/>
            </w:tcBorders>
          </w:tcPr>
          <w:p w14:paraId="75370BBE" w14:textId="77777777" w:rsidR="003A5C97" w:rsidRPr="00E1030D" w:rsidRDefault="003A5C97" w:rsidP="00A81A4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1030D">
              <w:rPr>
                <w:rFonts w:asciiTheme="minorHAnsi" w:hAnsiTheme="minorHAnsi" w:cs="Arial"/>
                <w:sz w:val="22"/>
                <w:szCs w:val="22"/>
              </w:rPr>
              <w:t>ISSN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</w:tcPr>
          <w:p w14:paraId="5BCA644B" w14:textId="77777777" w:rsidR="003A5C97" w:rsidRPr="006A6628" w:rsidRDefault="003A5C97" w:rsidP="00A81A4B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A5C97" w:rsidRPr="00E1030D" w14:paraId="407102C6" w14:textId="77777777" w:rsidTr="00510D7D">
        <w:trPr>
          <w:trHeight w:val="272"/>
        </w:trPr>
        <w:tc>
          <w:tcPr>
            <w:tcW w:w="1690" w:type="dxa"/>
            <w:vMerge/>
          </w:tcPr>
          <w:p w14:paraId="22AE9D5F" w14:textId="77777777" w:rsidR="003A5C97" w:rsidRPr="00E1030D" w:rsidRDefault="003A5C97" w:rsidP="00A81A4B">
            <w:pPr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</w:p>
        </w:tc>
        <w:tc>
          <w:tcPr>
            <w:tcW w:w="1849" w:type="dxa"/>
            <w:gridSpan w:val="2"/>
            <w:tcBorders>
              <w:bottom w:val="single" w:sz="4" w:space="0" w:color="auto"/>
            </w:tcBorders>
          </w:tcPr>
          <w:p w14:paraId="1FD7F8B1" w14:textId="77777777" w:rsidR="003A5C97" w:rsidRPr="00E1030D" w:rsidRDefault="003A5C97" w:rsidP="00A81A4B">
            <w:pPr>
              <w:pStyle w:val="Hlavika"/>
              <w:tabs>
                <w:tab w:val="clear" w:pos="4536"/>
                <w:tab w:val="clear" w:pos="9072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E1030D">
              <w:rPr>
                <w:rFonts w:asciiTheme="minorHAnsi" w:hAnsiTheme="minorHAnsi" w:cs="Arial"/>
                <w:sz w:val="22"/>
                <w:szCs w:val="22"/>
              </w:rPr>
              <w:t>Rok vydania</w:t>
            </w:r>
          </w:p>
        </w:tc>
        <w:tc>
          <w:tcPr>
            <w:tcW w:w="1931" w:type="dxa"/>
            <w:gridSpan w:val="3"/>
            <w:tcBorders>
              <w:bottom w:val="single" w:sz="4" w:space="0" w:color="auto"/>
            </w:tcBorders>
          </w:tcPr>
          <w:p w14:paraId="3B6C541A" w14:textId="77777777" w:rsidR="003A5C97" w:rsidRPr="00E1030D" w:rsidRDefault="003A5C97" w:rsidP="00A81A4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55" w:type="dxa"/>
            <w:gridSpan w:val="2"/>
            <w:tcBorders>
              <w:bottom w:val="single" w:sz="4" w:space="0" w:color="auto"/>
            </w:tcBorders>
          </w:tcPr>
          <w:p w14:paraId="45E32CF5" w14:textId="77777777" w:rsidR="003A5C97" w:rsidRPr="00E1030D" w:rsidRDefault="003A5C97" w:rsidP="00A81A4B">
            <w:pPr>
              <w:pStyle w:val="Hlavika"/>
              <w:tabs>
                <w:tab w:val="clear" w:pos="4536"/>
                <w:tab w:val="clear" w:pos="9072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E1030D">
              <w:rPr>
                <w:rFonts w:asciiTheme="minorHAnsi" w:hAnsiTheme="minorHAnsi" w:cs="Arial"/>
                <w:sz w:val="22"/>
                <w:szCs w:val="22"/>
              </w:rPr>
              <w:t>Druh väzby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</w:tcPr>
          <w:p w14:paraId="37407FBB" w14:textId="77777777" w:rsidR="003A5C97" w:rsidRPr="00E1030D" w:rsidRDefault="003A5C97" w:rsidP="00A81A4B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A5C97" w:rsidRPr="00E1030D" w14:paraId="0A56F70B" w14:textId="77777777" w:rsidTr="00510D7D">
        <w:trPr>
          <w:trHeight w:val="272"/>
        </w:trPr>
        <w:tc>
          <w:tcPr>
            <w:tcW w:w="1690" w:type="dxa"/>
            <w:vMerge/>
          </w:tcPr>
          <w:p w14:paraId="4A84379A" w14:textId="77777777" w:rsidR="003A5C97" w:rsidRPr="00E1030D" w:rsidRDefault="003A5C97" w:rsidP="00A81A4B">
            <w:pPr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</w:p>
        </w:tc>
        <w:tc>
          <w:tcPr>
            <w:tcW w:w="1849" w:type="dxa"/>
            <w:gridSpan w:val="2"/>
            <w:tcBorders>
              <w:bottom w:val="single" w:sz="4" w:space="0" w:color="auto"/>
            </w:tcBorders>
          </w:tcPr>
          <w:p w14:paraId="4D55E856" w14:textId="1BCB8589" w:rsidR="003A5C97" w:rsidRPr="00E1030D" w:rsidRDefault="003A5C97" w:rsidP="00A81A4B">
            <w:pPr>
              <w:pStyle w:val="Hlavika"/>
              <w:tabs>
                <w:tab w:val="clear" w:pos="4536"/>
                <w:tab w:val="clear" w:pos="9072"/>
              </w:tabs>
              <w:spacing w:line="160" w:lineRule="atLeast"/>
              <w:rPr>
                <w:rFonts w:asciiTheme="minorHAnsi" w:hAnsiTheme="minorHAnsi" w:cs="Arial"/>
                <w:sz w:val="22"/>
                <w:szCs w:val="22"/>
              </w:rPr>
            </w:pPr>
            <w:r w:rsidRPr="00E1030D">
              <w:rPr>
                <w:rFonts w:asciiTheme="minorHAnsi" w:hAnsiTheme="minorHAnsi" w:cs="Arial"/>
                <w:sz w:val="22"/>
                <w:szCs w:val="22"/>
              </w:rPr>
              <w:t xml:space="preserve">Študijná literatúra pre </w:t>
            </w:r>
            <w:r w:rsidR="00DF57F3">
              <w:rPr>
                <w:rFonts w:asciiTheme="minorHAnsi" w:hAnsiTheme="minorHAnsi" w:cs="Arial"/>
                <w:sz w:val="22"/>
                <w:szCs w:val="22"/>
              </w:rPr>
              <w:t xml:space="preserve">ŠP, </w:t>
            </w:r>
            <w:r w:rsidRPr="00E1030D">
              <w:rPr>
                <w:rFonts w:asciiTheme="minorHAnsi" w:hAnsiTheme="minorHAnsi" w:cs="Arial"/>
                <w:sz w:val="22"/>
                <w:szCs w:val="22"/>
              </w:rPr>
              <w:t>ročník</w:t>
            </w:r>
            <w:r w:rsidR="00DF57F3">
              <w:rPr>
                <w:rFonts w:asciiTheme="minorHAnsi" w:hAnsiTheme="minorHAnsi" w:cs="Arial"/>
                <w:sz w:val="22"/>
                <w:szCs w:val="22"/>
              </w:rPr>
              <w:t>y</w:t>
            </w:r>
          </w:p>
        </w:tc>
        <w:tc>
          <w:tcPr>
            <w:tcW w:w="1931" w:type="dxa"/>
            <w:gridSpan w:val="3"/>
            <w:tcBorders>
              <w:bottom w:val="single" w:sz="4" w:space="0" w:color="auto"/>
            </w:tcBorders>
          </w:tcPr>
          <w:p w14:paraId="73BEF977" w14:textId="77777777" w:rsidR="003A5C97" w:rsidRPr="00E1030D" w:rsidRDefault="003A5C97" w:rsidP="00A81A4B">
            <w:pPr>
              <w:pStyle w:val="Odsekzoznamu"/>
              <w:spacing w:line="160" w:lineRule="atLeast"/>
              <w:ind w:hanging="323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55" w:type="dxa"/>
            <w:gridSpan w:val="2"/>
            <w:tcBorders>
              <w:bottom w:val="single" w:sz="4" w:space="0" w:color="auto"/>
            </w:tcBorders>
          </w:tcPr>
          <w:p w14:paraId="00753C5A" w14:textId="77777777" w:rsidR="003A5C97" w:rsidRPr="00E1030D" w:rsidRDefault="003A5C97" w:rsidP="00A81A4B">
            <w:pPr>
              <w:spacing w:line="160" w:lineRule="atLeast"/>
              <w:rPr>
                <w:rFonts w:asciiTheme="minorHAnsi" w:hAnsiTheme="minorHAnsi" w:cs="Arial"/>
                <w:sz w:val="22"/>
                <w:szCs w:val="22"/>
              </w:rPr>
            </w:pPr>
            <w:r w:rsidRPr="00E1030D">
              <w:rPr>
                <w:rFonts w:asciiTheme="minorHAnsi" w:hAnsiTheme="minorHAnsi" w:cs="Arial"/>
                <w:sz w:val="22"/>
                <w:szCs w:val="22"/>
              </w:rPr>
              <w:t>Počet študentov</w:t>
            </w:r>
          </w:p>
          <w:p w14:paraId="2C98EE63" w14:textId="6592B0E6" w:rsidR="003A5C97" w:rsidRPr="00E1030D" w:rsidRDefault="003A5C97" w:rsidP="00A81A4B">
            <w:pPr>
              <w:spacing w:line="160" w:lineRule="atLeast"/>
              <w:rPr>
                <w:rFonts w:asciiTheme="minorHAnsi" w:hAnsiTheme="minorHAnsi" w:cs="Arial"/>
                <w:sz w:val="22"/>
                <w:szCs w:val="22"/>
              </w:rPr>
            </w:pPr>
            <w:r w:rsidRPr="00E1030D">
              <w:rPr>
                <w:rFonts w:asciiTheme="minorHAnsi" w:hAnsiTheme="minorHAnsi" w:cs="Arial"/>
                <w:sz w:val="22"/>
                <w:szCs w:val="22"/>
              </w:rPr>
              <w:t>v</w:t>
            </w:r>
            <w:r w:rsidR="00DF57F3">
              <w:rPr>
                <w:rFonts w:asciiTheme="minorHAnsi" w:hAnsiTheme="minorHAnsi" w:cs="Arial"/>
                <w:sz w:val="22"/>
                <w:szCs w:val="22"/>
              </w:rPr>
              <w:t xml:space="preserve"> ŠP a </w:t>
            </w:r>
            <w:r w:rsidRPr="00E1030D">
              <w:rPr>
                <w:rFonts w:asciiTheme="minorHAnsi" w:hAnsiTheme="minorHAnsi" w:cs="Arial"/>
                <w:sz w:val="22"/>
                <w:szCs w:val="22"/>
              </w:rPr>
              <w:t xml:space="preserve">ročníkoch 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</w:tcPr>
          <w:p w14:paraId="01FE0D75" w14:textId="77777777" w:rsidR="003A5C97" w:rsidRPr="00E1030D" w:rsidRDefault="003A5C97" w:rsidP="00A81A4B">
            <w:pPr>
              <w:spacing w:line="1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C640C" w:rsidRPr="00E1030D" w14:paraId="4649D667" w14:textId="77777777" w:rsidTr="00A81A4B">
        <w:trPr>
          <w:trHeight w:val="272"/>
        </w:trPr>
        <w:tc>
          <w:tcPr>
            <w:tcW w:w="1690" w:type="dxa"/>
          </w:tcPr>
          <w:p w14:paraId="45501F4D" w14:textId="77777777" w:rsidR="007C640C" w:rsidRPr="00E1030D" w:rsidRDefault="007C640C" w:rsidP="007C640C">
            <w:pPr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E1030D">
              <w:rPr>
                <w:rFonts w:asciiTheme="minorHAnsi" w:hAnsiTheme="minorHAnsi" w:cs="Arial"/>
                <w:b/>
                <w:i/>
                <w:sz w:val="22"/>
                <w:szCs w:val="22"/>
              </w:rPr>
              <w:t>Vydavateľstvo</w:t>
            </w:r>
          </w:p>
        </w:tc>
        <w:tc>
          <w:tcPr>
            <w:tcW w:w="7380" w:type="dxa"/>
            <w:gridSpan w:val="9"/>
          </w:tcPr>
          <w:p w14:paraId="2DCDABF0" w14:textId="77777777" w:rsidR="007C640C" w:rsidRDefault="007C640C" w:rsidP="007C640C">
            <w:pPr>
              <w:pStyle w:val="Hlavika"/>
              <w:tabs>
                <w:tab w:val="left" w:pos="708"/>
              </w:tabs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Technická univerzita v Košiciach</w:t>
            </w:r>
          </w:p>
        </w:tc>
      </w:tr>
      <w:tr w:rsidR="007C640C" w:rsidRPr="00E1030D" w14:paraId="3AF63E64" w14:textId="77777777" w:rsidTr="00A81A4B">
        <w:trPr>
          <w:trHeight w:val="272"/>
        </w:trPr>
        <w:tc>
          <w:tcPr>
            <w:tcW w:w="1690" w:type="dxa"/>
          </w:tcPr>
          <w:p w14:paraId="19B2FA72" w14:textId="77777777" w:rsidR="007C640C" w:rsidRPr="00E1030D" w:rsidRDefault="007C640C" w:rsidP="007C640C">
            <w:pPr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E1030D">
              <w:rPr>
                <w:rFonts w:asciiTheme="minorHAnsi" w:hAnsiTheme="minorHAnsi" w:cs="Arial"/>
                <w:b/>
                <w:i/>
                <w:sz w:val="22"/>
                <w:szCs w:val="22"/>
              </w:rPr>
              <w:t>Distribútor</w:t>
            </w:r>
          </w:p>
        </w:tc>
        <w:tc>
          <w:tcPr>
            <w:tcW w:w="7380" w:type="dxa"/>
            <w:gridSpan w:val="9"/>
          </w:tcPr>
          <w:p w14:paraId="023EB6C4" w14:textId="77777777" w:rsidR="007C640C" w:rsidRDefault="007C640C" w:rsidP="007C640C">
            <w:pPr>
              <w:pStyle w:val="Hlavika"/>
              <w:tabs>
                <w:tab w:val="left" w:pos="708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A5C97" w:rsidRPr="00E1030D" w14:paraId="38EE9009" w14:textId="77777777" w:rsidTr="00510D7D">
        <w:trPr>
          <w:trHeight w:val="272"/>
        </w:trPr>
        <w:tc>
          <w:tcPr>
            <w:tcW w:w="1690" w:type="dxa"/>
            <w:vMerge w:val="restart"/>
            <w:vAlign w:val="center"/>
          </w:tcPr>
          <w:p w14:paraId="13C45D39" w14:textId="77777777" w:rsidR="003A5C97" w:rsidRPr="00510D7D" w:rsidRDefault="00467F04" w:rsidP="00510D7D">
            <w:pPr>
              <w:pStyle w:val="Nadpis3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Recenzenti</w:t>
            </w:r>
          </w:p>
          <w:p w14:paraId="6F39047C" w14:textId="77777777" w:rsidR="003A5C97" w:rsidRPr="00E1030D" w:rsidRDefault="003A5C97" w:rsidP="00A81A4B">
            <w:pPr>
              <w:jc w:val="center"/>
              <w:rPr>
                <w:rFonts w:asciiTheme="minorHAnsi" w:hAnsiTheme="minorHAnsi" w:cs="Arial"/>
                <w:bCs/>
                <w:i/>
                <w:sz w:val="16"/>
                <w:szCs w:val="16"/>
              </w:rPr>
            </w:pPr>
            <w:r w:rsidRPr="00E1030D">
              <w:rPr>
                <w:rFonts w:asciiTheme="minorHAnsi" w:hAnsiTheme="minorHAnsi" w:cs="Arial"/>
                <w:bCs/>
                <w:i/>
                <w:sz w:val="16"/>
                <w:szCs w:val="16"/>
              </w:rPr>
              <w:t>(titul, meno, priezvisko,</w:t>
            </w:r>
          </w:p>
          <w:p w14:paraId="796DEC66" w14:textId="77777777" w:rsidR="003A5C97" w:rsidRPr="00E1030D" w:rsidRDefault="003A5C97" w:rsidP="00A81A4B">
            <w:pPr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E1030D">
              <w:rPr>
                <w:rFonts w:asciiTheme="minorHAnsi" w:hAnsiTheme="minorHAnsi" w:cs="Arial"/>
                <w:bCs/>
                <w:i/>
                <w:sz w:val="16"/>
                <w:szCs w:val="16"/>
              </w:rPr>
              <w:t>pracovisko)</w:t>
            </w:r>
          </w:p>
        </w:tc>
        <w:tc>
          <w:tcPr>
            <w:tcW w:w="7380" w:type="dxa"/>
            <w:gridSpan w:val="9"/>
          </w:tcPr>
          <w:p w14:paraId="0912FFDE" w14:textId="77777777" w:rsidR="003A5C97" w:rsidRPr="00E1030D" w:rsidRDefault="003A5C97" w:rsidP="00A81A4B">
            <w:pPr>
              <w:shd w:val="clear" w:color="auto" w:fill="FFFFFF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A5C97" w:rsidRPr="00E1030D" w14:paraId="4F48E537" w14:textId="77777777" w:rsidTr="00A81A4B">
        <w:trPr>
          <w:trHeight w:val="272"/>
        </w:trPr>
        <w:tc>
          <w:tcPr>
            <w:tcW w:w="1690" w:type="dxa"/>
            <w:vMerge/>
          </w:tcPr>
          <w:p w14:paraId="33187F70" w14:textId="77777777" w:rsidR="003A5C97" w:rsidRPr="00E1030D" w:rsidRDefault="003A5C97" w:rsidP="00A81A4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380" w:type="dxa"/>
            <w:gridSpan w:val="9"/>
          </w:tcPr>
          <w:p w14:paraId="4DDDC12E" w14:textId="77777777" w:rsidR="003A5C97" w:rsidRPr="00E1030D" w:rsidRDefault="003A5C97" w:rsidP="00A81A4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A5C97" w:rsidRPr="00E1030D" w14:paraId="08CB1784" w14:textId="77777777" w:rsidTr="00A81A4B">
        <w:trPr>
          <w:trHeight w:val="272"/>
        </w:trPr>
        <w:tc>
          <w:tcPr>
            <w:tcW w:w="1690" w:type="dxa"/>
            <w:vMerge/>
          </w:tcPr>
          <w:p w14:paraId="3A8E5136" w14:textId="77777777" w:rsidR="003A5C97" w:rsidRPr="00E1030D" w:rsidRDefault="003A5C97" w:rsidP="00A81A4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380" w:type="dxa"/>
            <w:gridSpan w:val="9"/>
          </w:tcPr>
          <w:p w14:paraId="00CE637B" w14:textId="77777777" w:rsidR="003A5C97" w:rsidRPr="00E1030D" w:rsidRDefault="003A5C97" w:rsidP="00A81A4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A5C97" w:rsidRPr="00E1030D" w14:paraId="64C669A7" w14:textId="77777777" w:rsidTr="00A81A4B">
        <w:trPr>
          <w:trHeight w:val="272"/>
        </w:trPr>
        <w:tc>
          <w:tcPr>
            <w:tcW w:w="9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CE69" w14:textId="77777777" w:rsidR="003A5C97" w:rsidRPr="00E1030D" w:rsidRDefault="003A5C97" w:rsidP="00A81A4B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1030D">
              <w:rPr>
                <w:rFonts w:asciiTheme="minorHAnsi" w:hAnsiTheme="minorHAnsi" w:cs="Arial"/>
                <w:b/>
                <w:i/>
                <w:sz w:val="22"/>
                <w:szCs w:val="22"/>
              </w:rPr>
              <w:t>Anotácia</w:t>
            </w:r>
            <w:r w:rsidRPr="00E1030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  <w:p w14:paraId="476884F9" w14:textId="77777777" w:rsidR="003A5C97" w:rsidRPr="00E1030D" w:rsidRDefault="003A5C97" w:rsidP="00A81A4B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0FC21934" w14:textId="77777777" w:rsidR="003A5C97" w:rsidRPr="00E1030D" w:rsidRDefault="003A5C97" w:rsidP="00A81A4B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244DA414" w14:textId="77777777" w:rsidR="00675CD8" w:rsidRDefault="00675CD8" w:rsidP="00A81A4B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604010E7" w14:textId="77777777" w:rsidR="00DF57F3" w:rsidRDefault="00DF57F3" w:rsidP="00A81A4B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55540D77" w14:textId="77777777" w:rsidR="00DF57F3" w:rsidRDefault="00DF57F3" w:rsidP="00A81A4B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462D4506" w14:textId="77777777" w:rsidR="00DF57F3" w:rsidRPr="00E1030D" w:rsidRDefault="00DF57F3" w:rsidP="00A81A4B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519C51FB" w14:textId="77777777" w:rsidR="00675CD8" w:rsidRPr="00E1030D" w:rsidRDefault="00675CD8" w:rsidP="00A81A4B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7501E54B" w14:textId="77777777" w:rsidR="003A5C97" w:rsidRPr="00E1030D" w:rsidRDefault="003A5C97" w:rsidP="00A81A4B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A5C97" w:rsidRPr="00E1030D" w14:paraId="67BB382B" w14:textId="77777777" w:rsidTr="00A81A4B">
        <w:trPr>
          <w:cantSplit/>
          <w:trHeight w:val="397"/>
        </w:trPr>
        <w:tc>
          <w:tcPr>
            <w:tcW w:w="3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0BCD" w14:textId="77777777" w:rsidR="003A5C97" w:rsidRPr="00E1030D" w:rsidRDefault="003A5C97" w:rsidP="003A5C97">
            <w:pPr>
              <w:pStyle w:val="Nadpis2"/>
              <w:spacing w:before="60"/>
              <w:jc w:val="left"/>
              <w:rPr>
                <w:rFonts w:asciiTheme="minorHAnsi" w:hAnsiTheme="minorHAnsi" w:cs="Arial"/>
                <w:b w:val="0"/>
                <w:bCs w:val="0"/>
                <w:sz w:val="22"/>
                <w:szCs w:val="22"/>
              </w:rPr>
            </w:pPr>
            <w:r w:rsidRPr="00E1030D">
              <w:rPr>
                <w:rFonts w:asciiTheme="minorHAnsi" w:hAnsiTheme="minorHAnsi" w:cs="Arial"/>
                <w:sz w:val="22"/>
                <w:szCs w:val="22"/>
              </w:rPr>
              <w:t>Verifikačná komisia</w:t>
            </w:r>
          </w:p>
        </w:tc>
        <w:tc>
          <w:tcPr>
            <w:tcW w:w="522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1930A" w14:textId="77777777" w:rsidR="003A5C97" w:rsidRPr="00E1030D" w:rsidRDefault="003A5C97" w:rsidP="003A5C97">
            <w:pPr>
              <w:pStyle w:val="Nadpis2"/>
              <w:jc w:val="left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E1030D">
              <w:rPr>
                <w:rFonts w:asciiTheme="minorHAnsi" w:hAnsiTheme="minorHAnsi" w:cs="Arial"/>
                <w:sz w:val="22"/>
                <w:szCs w:val="22"/>
              </w:rPr>
              <w:t>Návrh verifikačnej komisie</w:t>
            </w:r>
          </w:p>
          <w:p w14:paraId="315D2E51" w14:textId="77777777" w:rsidR="003A5C97" w:rsidRDefault="00DF57F3" w:rsidP="00DF57F3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V súlade s čl. 6, ods. 6.2 Pokynu dekana odporúča publikáciu k vydaniu. </w:t>
            </w:r>
          </w:p>
          <w:p w14:paraId="08A9EB70" w14:textId="77777777" w:rsidR="00DF57F3" w:rsidRDefault="00DF57F3" w:rsidP="00A81A4B">
            <w:pPr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  <w:p w14:paraId="6D24A8E1" w14:textId="77777777" w:rsidR="00DF57F3" w:rsidRDefault="00DF57F3" w:rsidP="00A81A4B">
            <w:pPr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  <w:p w14:paraId="5C5298C2" w14:textId="03711A52" w:rsidR="00DF57F3" w:rsidRPr="00E1030D" w:rsidRDefault="00DF57F3" w:rsidP="00DF57F3">
            <w:pPr>
              <w:ind w:left="36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prof. Ing. Ján Slota, PhD.</w:t>
            </w:r>
          </w:p>
        </w:tc>
      </w:tr>
      <w:tr w:rsidR="003A5C97" w:rsidRPr="00E1030D" w14:paraId="35F63EEB" w14:textId="77777777" w:rsidTr="00DC514A">
        <w:trPr>
          <w:cantSplit/>
          <w:trHeight w:val="397"/>
        </w:trPr>
        <w:tc>
          <w:tcPr>
            <w:tcW w:w="3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6C6D4" w14:textId="77777777" w:rsidR="003A5C97" w:rsidRPr="00E1030D" w:rsidRDefault="0013140C" w:rsidP="00A81A4B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prof. Ing. Ján Slota, PhD., predseda</w:t>
            </w:r>
          </w:p>
        </w:tc>
        <w:tc>
          <w:tcPr>
            <w:tcW w:w="522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67A7F" w14:textId="77777777" w:rsidR="003A5C97" w:rsidRPr="00E1030D" w:rsidRDefault="003A5C97" w:rsidP="00A81A4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A5C97" w:rsidRPr="00E1030D" w14:paraId="2D2B4D17" w14:textId="77777777" w:rsidTr="00DC514A">
        <w:trPr>
          <w:cantSplit/>
          <w:trHeight w:val="397"/>
        </w:trPr>
        <w:tc>
          <w:tcPr>
            <w:tcW w:w="3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7C9C" w14:textId="77777777" w:rsidR="003A5C97" w:rsidRPr="00E1030D" w:rsidRDefault="003A5C97" w:rsidP="00A81A4B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22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5234" w14:textId="77777777" w:rsidR="003A5C97" w:rsidRPr="00E1030D" w:rsidRDefault="003A5C97" w:rsidP="00A81A4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A5C97" w:rsidRPr="00E1030D" w14:paraId="65D0D235" w14:textId="77777777" w:rsidTr="00DC514A">
        <w:trPr>
          <w:cantSplit/>
          <w:trHeight w:val="397"/>
        </w:trPr>
        <w:tc>
          <w:tcPr>
            <w:tcW w:w="38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3927AC" w14:textId="77777777" w:rsidR="003A5C97" w:rsidRPr="00E1030D" w:rsidRDefault="003A5C97" w:rsidP="00A81A4B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22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D3CB" w14:textId="77777777" w:rsidR="003A5C97" w:rsidRPr="00E1030D" w:rsidRDefault="003A5C97" w:rsidP="00A81A4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A5C97" w:rsidRPr="00E1030D" w14:paraId="56A17322" w14:textId="77777777" w:rsidTr="00A81A4B">
        <w:trPr>
          <w:cantSplit/>
          <w:trHeight w:val="397"/>
        </w:trPr>
        <w:tc>
          <w:tcPr>
            <w:tcW w:w="9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D35B1" w14:textId="77777777" w:rsidR="003A5C97" w:rsidRPr="001471C3" w:rsidRDefault="003A5C97" w:rsidP="001471C3">
            <w:pPr>
              <w:pStyle w:val="Nadpis6"/>
              <w:spacing w:before="60"/>
              <w:rPr>
                <w:rFonts w:asciiTheme="minorHAnsi" w:hAnsiTheme="minorHAnsi" w:cs="Arial"/>
                <w:b/>
                <w:bCs/>
                <w:iCs/>
                <w:color w:val="auto"/>
                <w:sz w:val="22"/>
                <w:szCs w:val="22"/>
              </w:rPr>
            </w:pPr>
            <w:r w:rsidRPr="00E1030D">
              <w:rPr>
                <w:rFonts w:asciiTheme="minorHAnsi" w:hAnsiTheme="minorHAnsi" w:cs="Arial"/>
                <w:b/>
                <w:bCs/>
                <w:iCs/>
                <w:color w:val="auto"/>
                <w:sz w:val="22"/>
                <w:szCs w:val="22"/>
              </w:rPr>
              <w:t>Rozhodnutie dekana o</w:t>
            </w:r>
            <w:r w:rsidR="001471C3">
              <w:rPr>
                <w:rFonts w:asciiTheme="minorHAnsi" w:hAnsiTheme="minorHAnsi" w:cs="Arial"/>
                <w:b/>
                <w:bCs/>
                <w:iCs/>
                <w:color w:val="auto"/>
                <w:sz w:val="22"/>
                <w:szCs w:val="22"/>
              </w:rPr>
              <w:t> </w:t>
            </w:r>
            <w:r w:rsidRPr="00E1030D">
              <w:rPr>
                <w:rFonts w:asciiTheme="minorHAnsi" w:hAnsiTheme="minorHAnsi" w:cs="Arial"/>
                <w:b/>
                <w:bCs/>
                <w:iCs/>
                <w:color w:val="auto"/>
                <w:sz w:val="22"/>
                <w:szCs w:val="22"/>
              </w:rPr>
              <w:t>zaradení</w:t>
            </w:r>
            <w:r w:rsidR="001471C3">
              <w:rPr>
                <w:rFonts w:asciiTheme="minorHAnsi" w:hAnsiTheme="minorHAnsi" w:cs="Arial"/>
                <w:b/>
                <w:bCs/>
                <w:iCs/>
                <w:color w:val="auto"/>
                <w:sz w:val="22"/>
                <w:szCs w:val="22"/>
              </w:rPr>
              <w:t xml:space="preserve">: </w:t>
            </w:r>
          </w:p>
        </w:tc>
      </w:tr>
    </w:tbl>
    <w:p w14:paraId="0ACAC329" w14:textId="77777777" w:rsidR="003A5C97" w:rsidRPr="00115A39" w:rsidRDefault="003A5C97" w:rsidP="003A5C97">
      <w:pPr>
        <w:spacing w:line="240" w:lineRule="atLeast"/>
        <w:rPr>
          <w:rFonts w:asciiTheme="minorHAnsi" w:hAnsiTheme="minorHAnsi" w:cs="Arial"/>
          <w:sz w:val="22"/>
          <w:szCs w:val="22"/>
        </w:rPr>
      </w:pPr>
    </w:p>
    <w:p w14:paraId="64DD24CE" w14:textId="77777777" w:rsidR="003A5C97" w:rsidRPr="00115A39" w:rsidRDefault="003A5C97" w:rsidP="003A5C97">
      <w:pPr>
        <w:spacing w:line="240" w:lineRule="atLeast"/>
        <w:rPr>
          <w:rFonts w:asciiTheme="minorHAnsi" w:hAnsiTheme="minorHAnsi" w:cs="Arial"/>
          <w:bCs/>
          <w:iCs/>
          <w:sz w:val="22"/>
          <w:szCs w:val="22"/>
        </w:rPr>
      </w:pPr>
    </w:p>
    <w:p w14:paraId="12D9CC87" w14:textId="77777777" w:rsidR="000F2FAD" w:rsidRPr="00115A39" w:rsidRDefault="003A5C97" w:rsidP="00510D7D">
      <w:pPr>
        <w:spacing w:line="240" w:lineRule="atLeast"/>
        <w:rPr>
          <w:rFonts w:asciiTheme="minorHAnsi" w:hAnsiTheme="minorHAnsi" w:cs="Arial"/>
          <w:bCs/>
          <w:iCs/>
          <w:sz w:val="22"/>
          <w:szCs w:val="22"/>
        </w:rPr>
      </w:pPr>
      <w:r w:rsidRPr="00115A39">
        <w:rPr>
          <w:rFonts w:asciiTheme="minorHAnsi" w:hAnsiTheme="minorHAnsi" w:cs="Arial"/>
          <w:bCs/>
          <w:iCs/>
          <w:sz w:val="22"/>
          <w:szCs w:val="22"/>
        </w:rPr>
        <w:t>V</w:t>
      </w:r>
      <w:r w:rsidR="00510D7D" w:rsidRPr="00115A39">
        <w:rPr>
          <w:rFonts w:asciiTheme="minorHAnsi" w:hAnsiTheme="minorHAnsi" w:cs="Arial"/>
          <w:bCs/>
          <w:iCs/>
          <w:sz w:val="22"/>
          <w:szCs w:val="22"/>
        </w:rPr>
        <w:t> </w:t>
      </w:r>
      <w:r w:rsidRPr="00115A39">
        <w:rPr>
          <w:rFonts w:asciiTheme="minorHAnsi" w:hAnsiTheme="minorHAnsi" w:cs="Arial"/>
          <w:bCs/>
          <w:iCs/>
          <w:sz w:val="22"/>
          <w:szCs w:val="22"/>
        </w:rPr>
        <w:t>Košiciach</w:t>
      </w:r>
    </w:p>
    <w:p w14:paraId="48881AC7" w14:textId="77777777" w:rsidR="00510D7D" w:rsidRPr="00115A39" w:rsidRDefault="00510D7D" w:rsidP="00510D7D">
      <w:pPr>
        <w:spacing w:line="240" w:lineRule="atLeast"/>
        <w:rPr>
          <w:rFonts w:asciiTheme="minorHAnsi" w:hAnsiTheme="minorHAnsi" w:cs="Arial"/>
          <w:bCs/>
          <w:iCs/>
          <w:sz w:val="22"/>
          <w:szCs w:val="22"/>
        </w:rPr>
      </w:pPr>
    </w:p>
    <w:p w14:paraId="287825ED" w14:textId="77777777" w:rsidR="00510D7D" w:rsidRPr="00115A39" w:rsidRDefault="00510D7D" w:rsidP="00510D7D">
      <w:pPr>
        <w:spacing w:line="240" w:lineRule="atLeast"/>
        <w:rPr>
          <w:rFonts w:asciiTheme="minorHAnsi" w:hAnsiTheme="minorHAnsi" w:cs="Arial"/>
          <w:bCs/>
          <w:iCs/>
          <w:sz w:val="22"/>
          <w:szCs w:val="22"/>
        </w:rPr>
      </w:pPr>
    </w:p>
    <w:p w14:paraId="2453C293" w14:textId="77777777" w:rsidR="00FC476A" w:rsidRPr="00115A39" w:rsidRDefault="00510D7D" w:rsidP="00510D7D">
      <w:pPr>
        <w:rPr>
          <w:rFonts w:asciiTheme="minorHAnsi" w:hAnsiTheme="minorHAnsi" w:cs="Arial"/>
          <w:sz w:val="22"/>
          <w:szCs w:val="22"/>
        </w:rPr>
      </w:pPr>
      <w:r w:rsidRPr="00115A39">
        <w:rPr>
          <w:rFonts w:asciiTheme="minorHAnsi" w:hAnsiTheme="minorHAnsi" w:cs="Arial"/>
          <w:sz w:val="22"/>
          <w:szCs w:val="22"/>
        </w:rPr>
        <w:t xml:space="preserve">                                                                            </w:t>
      </w:r>
      <w:r w:rsidR="00115A39">
        <w:rPr>
          <w:rFonts w:asciiTheme="minorHAnsi" w:hAnsiTheme="minorHAnsi" w:cs="Arial"/>
          <w:sz w:val="22"/>
          <w:szCs w:val="22"/>
        </w:rPr>
        <w:t xml:space="preserve">       </w:t>
      </w:r>
      <w:r w:rsidRPr="00115A39">
        <w:rPr>
          <w:rFonts w:asciiTheme="minorHAnsi" w:hAnsiTheme="minorHAnsi" w:cs="Arial"/>
          <w:sz w:val="22"/>
          <w:szCs w:val="22"/>
        </w:rPr>
        <w:t xml:space="preserve">    </w:t>
      </w:r>
      <w:r w:rsidR="009D239C" w:rsidRPr="00115A39">
        <w:rPr>
          <w:rFonts w:asciiTheme="minorHAnsi" w:hAnsiTheme="minorHAnsi" w:cs="Arial"/>
          <w:sz w:val="22"/>
          <w:szCs w:val="22"/>
        </w:rPr>
        <w:t xml:space="preserve">Dr. h. c. </w:t>
      </w:r>
      <w:proofErr w:type="spellStart"/>
      <w:r w:rsidR="0055642D">
        <w:rPr>
          <w:rFonts w:asciiTheme="minorHAnsi" w:hAnsiTheme="minorHAnsi" w:cs="Arial"/>
          <w:sz w:val="22"/>
          <w:szCs w:val="22"/>
        </w:rPr>
        <w:t>mult</w:t>
      </w:r>
      <w:proofErr w:type="spellEnd"/>
      <w:r w:rsidR="0055642D">
        <w:rPr>
          <w:rFonts w:asciiTheme="minorHAnsi" w:hAnsiTheme="minorHAnsi" w:cs="Arial"/>
          <w:sz w:val="22"/>
          <w:szCs w:val="22"/>
        </w:rPr>
        <w:t xml:space="preserve">. </w:t>
      </w:r>
      <w:r w:rsidR="009D239C" w:rsidRPr="00115A39">
        <w:rPr>
          <w:rFonts w:asciiTheme="minorHAnsi" w:hAnsiTheme="minorHAnsi" w:cs="Arial"/>
          <w:sz w:val="22"/>
          <w:szCs w:val="22"/>
        </w:rPr>
        <w:t xml:space="preserve">prof. Ing. Jozef Živčák, </w:t>
      </w:r>
      <w:r w:rsidR="00016B52">
        <w:rPr>
          <w:rFonts w:asciiTheme="minorHAnsi" w:hAnsiTheme="minorHAnsi" w:cs="Arial"/>
          <w:sz w:val="22"/>
          <w:szCs w:val="22"/>
        </w:rPr>
        <w:t>DrSc</w:t>
      </w:r>
      <w:r w:rsidR="009D239C" w:rsidRPr="00115A39">
        <w:rPr>
          <w:rFonts w:asciiTheme="minorHAnsi" w:hAnsiTheme="minorHAnsi" w:cs="Arial"/>
          <w:sz w:val="22"/>
          <w:szCs w:val="22"/>
        </w:rPr>
        <w:t>., MPH</w:t>
      </w:r>
    </w:p>
    <w:p w14:paraId="3C5C5433" w14:textId="77777777" w:rsidR="00FC476A" w:rsidRPr="00B57E22" w:rsidRDefault="009D239C" w:rsidP="00B57E22">
      <w:pPr>
        <w:jc w:val="center"/>
        <w:rPr>
          <w:rFonts w:asciiTheme="minorHAnsi" w:hAnsiTheme="minorHAnsi" w:cs="Arial"/>
          <w:sz w:val="22"/>
          <w:szCs w:val="22"/>
        </w:rPr>
        <w:sectPr w:rsidR="00FC476A" w:rsidRPr="00B57E22" w:rsidSect="00BA221C">
          <w:headerReference w:type="first" r:id="rId8"/>
          <w:footerReference w:type="first" r:id="rId9"/>
          <w:type w:val="continuous"/>
          <w:pgSz w:w="11906" w:h="16838" w:code="9"/>
          <w:pgMar w:top="567" w:right="1418" w:bottom="1134" w:left="1418" w:header="573" w:footer="1134" w:gutter="0"/>
          <w:cols w:space="708"/>
          <w:titlePg/>
          <w:docGrid w:linePitch="360"/>
        </w:sectPr>
      </w:pPr>
      <w:r w:rsidRPr="00115A39">
        <w:rPr>
          <w:rFonts w:asciiTheme="minorHAnsi" w:hAnsiTheme="minorHAnsi" w:cs="Arial"/>
          <w:sz w:val="22"/>
          <w:szCs w:val="22"/>
        </w:rPr>
        <w:t xml:space="preserve">                              </w:t>
      </w:r>
      <w:r w:rsidR="00F512F6" w:rsidRPr="00115A39">
        <w:rPr>
          <w:rFonts w:asciiTheme="minorHAnsi" w:hAnsiTheme="minorHAnsi" w:cs="Arial"/>
          <w:sz w:val="22"/>
          <w:szCs w:val="22"/>
        </w:rPr>
        <w:t xml:space="preserve">                              </w:t>
      </w:r>
      <w:r w:rsidR="007C0B4C" w:rsidRPr="00115A39">
        <w:rPr>
          <w:rFonts w:asciiTheme="minorHAnsi" w:hAnsiTheme="minorHAnsi" w:cs="Arial"/>
          <w:sz w:val="22"/>
          <w:szCs w:val="22"/>
        </w:rPr>
        <w:t xml:space="preserve"> </w:t>
      </w:r>
      <w:r w:rsidR="00115A39">
        <w:rPr>
          <w:rFonts w:asciiTheme="minorHAnsi" w:hAnsiTheme="minorHAnsi" w:cs="Arial"/>
          <w:sz w:val="22"/>
          <w:szCs w:val="22"/>
        </w:rPr>
        <w:t xml:space="preserve"> </w:t>
      </w:r>
      <w:r w:rsidR="007C0B4C" w:rsidRPr="00115A39">
        <w:rPr>
          <w:rFonts w:asciiTheme="minorHAnsi" w:hAnsiTheme="minorHAnsi" w:cs="Arial"/>
          <w:sz w:val="22"/>
          <w:szCs w:val="22"/>
        </w:rPr>
        <w:t xml:space="preserve">  </w:t>
      </w:r>
      <w:r w:rsidR="0010553B">
        <w:rPr>
          <w:rFonts w:asciiTheme="minorHAnsi" w:hAnsiTheme="minorHAnsi" w:cs="Arial"/>
          <w:sz w:val="22"/>
          <w:szCs w:val="22"/>
        </w:rPr>
        <w:t xml:space="preserve">       </w:t>
      </w:r>
      <w:r w:rsidR="007C0B4C" w:rsidRPr="00115A39">
        <w:rPr>
          <w:rFonts w:asciiTheme="minorHAnsi" w:hAnsiTheme="minorHAnsi" w:cs="Arial"/>
          <w:sz w:val="22"/>
          <w:szCs w:val="22"/>
        </w:rPr>
        <w:t xml:space="preserve"> </w:t>
      </w:r>
      <w:r w:rsidRPr="00115A39">
        <w:rPr>
          <w:rFonts w:asciiTheme="minorHAnsi" w:hAnsiTheme="minorHAnsi" w:cs="Arial"/>
          <w:sz w:val="22"/>
          <w:szCs w:val="22"/>
        </w:rPr>
        <w:t>dekan</w:t>
      </w:r>
    </w:p>
    <w:p w14:paraId="3D16F75A" w14:textId="77777777" w:rsidR="00AA319A" w:rsidRDefault="00AA319A" w:rsidP="00B57E22">
      <w:pPr>
        <w:rPr>
          <w:rFonts w:asciiTheme="minorHAnsi" w:hAnsiTheme="minorHAnsi" w:cstheme="minorHAnsi"/>
        </w:rPr>
      </w:pPr>
    </w:p>
    <w:p w14:paraId="1458DC19" w14:textId="77777777" w:rsidR="004F5896" w:rsidRPr="004F5896" w:rsidRDefault="004F5896" w:rsidP="004F5896">
      <w:pPr>
        <w:rPr>
          <w:rFonts w:asciiTheme="minorHAnsi" w:hAnsiTheme="minorHAnsi" w:cstheme="minorHAnsi"/>
        </w:rPr>
      </w:pPr>
    </w:p>
    <w:p w14:paraId="17F0B45E" w14:textId="77777777" w:rsidR="004F5896" w:rsidRPr="004F5896" w:rsidRDefault="004F5896" w:rsidP="004F5896">
      <w:pPr>
        <w:rPr>
          <w:rFonts w:asciiTheme="minorHAnsi" w:hAnsiTheme="minorHAnsi" w:cstheme="minorHAnsi"/>
        </w:rPr>
      </w:pPr>
    </w:p>
    <w:sectPr w:rsidR="004F5896" w:rsidRPr="004F5896" w:rsidSect="00C616C1">
      <w:headerReference w:type="default" r:id="rId10"/>
      <w:headerReference w:type="first" r:id="rId11"/>
      <w:type w:val="continuous"/>
      <w:pgSz w:w="11906" w:h="16838" w:code="9"/>
      <w:pgMar w:top="2060" w:right="1418" w:bottom="1418" w:left="1418" w:header="261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58CC7" w14:textId="77777777" w:rsidR="00966C46" w:rsidRDefault="00966C46">
      <w:r>
        <w:separator/>
      </w:r>
    </w:p>
  </w:endnote>
  <w:endnote w:type="continuationSeparator" w:id="0">
    <w:p w14:paraId="1696024E" w14:textId="77777777" w:rsidR="00966C46" w:rsidRDefault="00966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EFBCC" w14:textId="77777777" w:rsidR="00731717" w:rsidRPr="002C11EB" w:rsidRDefault="00CA70F3" w:rsidP="00F7474A">
    <w:pPr>
      <w:rPr>
        <w:rFonts w:asciiTheme="minorHAnsi" w:hAnsiTheme="minorHAnsi" w:cstheme="minorHAnsi"/>
        <w:noProof/>
        <w:sz w:val="16"/>
        <w:szCs w:val="16"/>
        <w:lang w:eastAsia="sk-SK"/>
      </w:rPr>
    </w:pPr>
    <w:r w:rsidRPr="002C11EB">
      <w:rPr>
        <w:rFonts w:asciiTheme="minorHAnsi" w:hAnsiTheme="minorHAnsi" w:cstheme="minorHAnsi"/>
        <w:noProof/>
        <w:sz w:val="16"/>
        <w:szCs w:val="16"/>
        <w:lang w:eastAsia="sk-SK"/>
      </w:rPr>
      <w:drawing>
        <wp:anchor distT="0" distB="0" distL="114300" distR="114300" simplePos="0" relativeHeight="251657216" behindDoc="1" locked="1" layoutInCell="1" allowOverlap="1" wp14:anchorId="2F5BD693" wp14:editId="71439CB2">
          <wp:simplePos x="0" y="0"/>
          <wp:positionH relativeFrom="page">
            <wp:posOffset>6228715</wp:posOffset>
          </wp:positionH>
          <wp:positionV relativeFrom="page">
            <wp:posOffset>9714230</wp:posOffset>
          </wp:positionV>
          <wp:extent cx="485775" cy="485775"/>
          <wp:effectExtent l="0" t="0" r="0" b="0"/>
          <wp:wrapTight wrapText="bothSides">
            <wp:wrapPolygon edited="0">
              <wp:start x="0" y="0"/>
              <wp:lineTo x="0" y="21176"/>
              <wp:lineTo x="21176" y="21176"/>
              <wp:lineTo x="21176" y="0"/>
              <wp:lineTo x="0" y="0"/>
            </wp:wrapPolygon>
          </wp:wrapTight>
          <wp:docPr id="347677472" name="Obrázok 347677472" descr="TUV20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UV201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923" t="6897" r="17447" b="7299"/>
                  <a:stretch/>
                </pic:blipFill>
                <pic:spPr bwMode="auto">
                  <a:xfrm>
                    <a:off x="0" y="0"/>
                    <a:ext cx="4857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90E61" w:rsidRPr="002C11EB">
      <w:rPr>
        <w:rFonts w:asciiTheme="minorHAnsi" w:hAnsiTheme="minorHAnsi" w:cstheme="minorHAnsi"/>
        <w:noProof/>
        <w:sz w:val="16"/>
        <w:szCs w:val="16"/>
        <w:lang w:eastAsia="sk-SK"/>
      </w:rPr>
      <w:t xml:space="preserve"> </w:t>
    </w:r>
  </w:p>
  <w:p w14:paraId="04CE9110" w14:textId="77777777" w:rsidR="005A3ED0" w:rsidRPr="00CA70F3" w:rsidRDefault="005A3ED0" w:rsidP="00790E1F">
    <w:pPr>
      <w:pStyle w:val="Pta"/>
      <w:tabs>
        <w:tab w:val="left" w:pos="4536"/>
        <w:tab w:val="left" w:pos="6237"/>
      </w:tabs>
      <w:rPr>
        <w:rFonts w:asciiTheme="minorHAnsi" w:hAnsiTheme="minorHAnsi" w:cstheme="minorHAnsi"/>
        <w:sz w:val="18"/>
        <w:szCs w:val="18"/>
      </w:rPr>
    </w:pPr>
    <w:r w:rsidRPr="00CA70F3">
      <w:rPr>
        <w:rFonts w:asciiTheme="minorHAnsi" w:hAnsiTheme="minorHAnsi" w:cstheme="minorHAnsi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5BDBBE" w14:textId="77777777" w:rsidR="00966C46" w:rsidRDefault="00966C46">
      <w:r>
        <w:separator/>
      </w:r>
    </w:p>
  </w:footnote>
  <w:footnote w:type="continuationSeparator" w:id="0">
    <w:p w14:paraId="67ED7632" w14:textId="77777777" w:rsidR="00966C46" w:rsidRDefault="00966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92E75" w14:textId="77777777" w:rsidR="00BA221C" w:rsidRPr="00BA221C" w:rsidRDefault="00BA221C" w:rsidP="004A533E">
    <w:pPr>
      <w:pStyle w:val="Hlavika"/>
      <w:jc w:val="right"/>
      <w:rPr>
        <w:rFonts w:asciiTheme="minorHAnsi" w:hAnsiTheme="minorHAnsi" w:cstheme="minorHAnsi"/>
        <w:b/>
      </w:rPr>
    </w:pPr>
    <w:r w:rsidRPr="00BA221C">
      <w:rPr>
        <w:rFonts w:asciiTheme="minorHAnsi" w:hAnsiTheme="minorHAnsi" w:cstheme="minorHAnsi"/>
        <w:b/>
      </w:rPr>
      <w:t>Príloha C</w:t>
    </w:r>
  </w:p>
  <w:p w14:paraId="7255C276" w14:textId="77777777" w:rsidR="00BA221C" w:rsidRDefault="00BA221C" w:rsidP="004A533E">
    <w:pPr>
      <w:pStyle w:val="Hlavika"/>
      <w:jc w:val="right"/>
      <w:rPr>
        <w:rFonts w:asciiTheme="minorHAnsi" w:hAnsiTheme="minorHAnsi" w:cstheme="minorHAnsi"/>
        <w:b/>
        <w:sz w:val="20"/>
        <w:szCs w:val="20"/>
      </w:rPr>
    </w:pPr>
  </w:p>
  <w:p w14:paraId="59A66190" w14:textId="5F12241F" w:rsidR="00B91317" w:rsidRPr="00AA319A" w:rsidRDefault="002C11EB" w:rsidP="004A533E">
    <w:pPr>
      <w:pStyle w:val="Hlavika"/>
      <w:jc w:val="right"/>
      <w:rPr>
        <w:rFonts w:asciiTheme="minorHAnsi" w:hAnsiTheme="minorHAnsi" w:cstheme="minorHAnsi"/>
        <w:b/>
        <w:sz w:val="20"/>
        <w:szCs w:val="20"/>
      </w:rPr>
    </w:pPr>
    <w:r w:rsidRPr="00AA319A">
      <w:rPr>
        <w:rFonts w:asciiTheme="minorHAnsi" w:hAnsiTheme="minorHAnsi" w:cstheme="minorHAnsi"/>
        <w:b/>
        <w:sz w:val="20"/>
        <w:szCs w:val="20"/>
      </w:rPr>
      <w:t xml:space="preserve">Dekanát </w:t>
    </w:r>
    <w:proofErr w:type="spellStart"/>
    <w:r w:rsidRPr="00AA319A">
      <w:rPr>
        <w:rFonts w:asciiTheme="minorHAnsi" w:hAnsiTheme="minorHAnsi" w:cstheme="minorHAnsi"/>
        <w:b/>
        <w:sz w:val="20"/>
        <w:szCs w:val="20"/>
      </w:rPr>
      <w:t>SjF</w:t>
    </w:r>
    <w:proofErr w:type="spellEnd"/>
    <w:r w:rsidRPr="00AA319A">
      <w:rPr>
        <w:rFonts w:asciiTheme="minorHAnsi" w:hAnsiTheme="minorHAnsi" w:cstheme="minorHAnsi"/>
        <w:b/>
        <w:sz w:val="20"/>
        <w:szCs w:val="20"/>
      </w:rPr>
      <w:t xml:space="preserve"> TUKE</w:t>
    </w:r>
  </w:p>
  <w:p w14:paraId="5EF9B32B" w14:textId="77777777" w:rsidR="006043F4" w:rsidRPr="007C0B4C" w:rsidRDefault="002C11EB" w:rsidP="007C0B4C">
    <w:pPr>
      <w:pStyle w:val="Hlavika"/>
      <w:jc w:val="right"/>
      <w:rPr>
        <w:rFonts w:asciiTheme="minorHAnsi" w:hAnsiTheme="minorHAnsi" w:cstheme="minorHAnsi"/>
        <w:sz w:val="20"/>
        <w:szCs w:val="20"/>
      </w:rPr>
    </w:pPr>
    <w:r w:rsidRPr="005236CB">
      <w:rPr>
        <w:rFonts w:asciiTheme="minorHAnsi" w:hAnsiTheme="minorHAnsi" w:cstheme="minorHAnsi"/>
        <w:sz w:val="20"/>
        <w:szCs w:val="20"/>
      </w:rPr>
      <w:t xml:space="preserve">Letná </w:t>
    </w:r>
    <w:r w:rsidR="005F15CA">
      <w:rPr>
        <w:rFonts w:asciiTheme="minorHAnsi" w:hAnsiTheme="minorHAnsi" w:cstheme="minorHAnsi"/>
        <w:sz w:val="20"/>
        <w:szCs w:val="20"/>
      </w:rPr>
      <w:t>1</w:t>
    </w:r>
    <w:r w:rsidRPr="005236CB">
      <w:rPr>
        <w:rFonts w:asciiTheme="minorHAnsi" w:hAnsiTheme="minorHAnsi" w:cstheme="minorHAnsi"/>
        <w:sz w:val="20"/>
        <w:szCs w:val="20"/>
      </w:rPr>
      <w:t>/</w:t>
    </w:r>
    <w:r w:rsidR="005F15CA">
      <w:rPr>
        <w:rFonts w:asciiTheme="minorHAnsi" w:hAnsiTheme="minorHAnsi" w:cstheme="minorHAnsi"/>
        <w:sz w:val="20"/>
        <w:szCs w:val="20"/>
      </w:rPr>
      <w:t>9</w:t>
    </w:r>
    <w:r w:rsidRPr="005236CB">
      <w:rPr>
        <w:rFonts w:asciiTheme="minorHAnsi" w:hAnsiTheme="minorHAnsi" w:cstheme="minorHAnsi"/>
        <w:sz w:val="20"/>
        <w:szCs w:val="20"/>
      </w:rPr>
      <w:t xml:space="preserve">  </w:t>
    </w:r>
    <w:r w:rsidRPr="005236CB">
      <w:rPr>
        <w:rFonts w:asciiTheme="minorHAnsi" w:hAnsiTheme="minorHAnsi" w:cstheme="minorHAnsi"/>
        <w:noProof/>
        <w:sz w:val="20"/>
        <w:szCs w:val="20"/>
        <w:lang w:eastAsia="sk-SK"/>
      </w:rPr>
      <w:t>│  042 00 Košice</w:t>
    </w:r>
    <w:r w:rsidR="00A21D27">
      <w:rPr>
        <w:rFonts w:ascii="Arial" w:hAnsi="Arial" w:cs="Arial"/>
        <w:b/>
        <w:i/>
        <w:noProof/>
        <w:sz w:val="16"/>
        <w:szCs w:val="16"/>
        <w:lang w:eastAsia="sk-SK"/>
      </w:rPr>
      <w:drawing>
        <wp:anchor distT="0" distB="0" distL="114300" distR="114300" simplePos="0" relativeHeight="251659264" behindDoc="0" locked="1" layoutInCell="1" allowOverlap="1" wp14:anchorId="311EB67E" wp14:editId="024BC1F0">
          <wp:simplePos x="0" y="0"/>
          <wp:positionH relativeFrom="page">
            <wp:posOffset>935990</wp:posOffset>
          </wp:positionH>
          <wp:positionV relativeFrom="page">
            <wp:posOffset>720090</wp:posOffset>
          </wp:positionV>
          <wp:extent cx="2520000" cy="327600"/>
          <wp:effectExtent l="0" t="0" r="0" b="0"/>
          <wp:wrapNone/>
          <wp:docPr id="1236880434" name="Obrázok 1236880434" descr="SJF3_SK_C_CMYK - logo na hlavičkový papi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JF3_SK_C_CMYK - logo na hlavičkový papi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20000" cy="32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5CA">
      <w:rPr>
        <w:rFonts w:asciiTheme="minorHAnsi" w:hAnsiTheme="minorHAnsi" w:cstheme="minorHAnsi"/>
        <w:noProof/>
        <w:sz w:val="20"/>
        <w:szCs w:val="20"/>
        <w:lang w:eastAsia="sk-SK"/>
      </w:rPr>
      <w:t>-</w:t>
    </w:r>
    <w:r w:rsidR="00AD1165">
      <w:rPr>
        <w:rFonts w:asciiTheme="minorHAnsi" w:hAnsiTheme="minorHAnsi" w:cstheme="minorHAnsi"/>
        <w:noProof/>
        <w:sz w:val="20"/>
        <w:szCs w:val="20"/>
        <w:lang w:eastAsia="sk-SK"/>
      </w:rPr>
      <w:t>Sever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031A" w14:textId="77777777" w:rsidR="00A044F0" w:rsidRPr="00B57E22" w:rsidRDefault="00A044F0" w:rsidP="00B57E22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98760" w14:textId="77777777" w:rsidR="00A044F0" w:rsidRDefault="00A044F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CB3847"/>
    <w:multiLevelType w:val="hybridMultilevel"/>
    <w:tmpl w:val="78943DF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72504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E39"/>
    <w:rsid w:val="000043E0"/>
    <w:rsid w:val="00012A9D"/>
    <w:rsid w:val="00016B52"/>
    <w:rsid w:val="0002482B"/>
    <w:rsid w:val="00025D68"/>
    <w:rsid w:val="00030593"/>
    <w:rsid w:val="00036253"/>
    <w:rsid w:val="00046076"/>
    <w:rsid w:val="00056967"/>
    <w:rsid w:val="000604F7"/>
    <w:rsid w:val="00062753"/>
    <w:rsid w:val="00062BD6"/>
    <w:rsid w:val="00062CEC"/>
    <w:rsid w:val="000804A9"/>
    <w:rsid w:val="00087153"/>
    <w:rsid w:val="00093424"/>
    <w:rsid w:val="0009525D"/>
    <w:rsid w:val="000C073C"/>
    <w:rsid w:val="000C18F5"/>
    <w:rsid w:val="000C6A70"/>
    <w:rsid w:val="000D3312"/>
    <w:rsid w:val="000D4F1C"/>
    <w:rsid w:val="000E2CFE"/>
    <w:rsid w:val="000E5CB7"/>
    <w:rsid w:val="000E6D10"/>
    <w:rsid w:val="000F08A4"/>
    <w:rsid w:val="000F2FAD"/>
    <w:rsid w:val="000F6E68"/>
    <w:rsid w:val="000F7574"/>
    <w:rsid w:val="00104272"/>
    <w:rsid w:val="0010553B"/>
    <w:rsid w:val="00105657"/>
    <w:rsid w:val="00107CE0"/>
    <w:rsid w:val="00115018"/>
    <w:rsid w:val="00115A39"/>
    <w:rsid w:val="001169A6"/>
    <w:rsid w:val="00123F02"/>
    <w:rsid w:val="001246AA"/>
    <w:rsid w:val="0013140C"/>
    <w:rsid w:val="001471C3"/>
    <w:rsid w:val="00152D04"/>
    <w:rsid w:val="0016147B"/>
    <w:rsid w:val="00164AAD"/>
    <w:rsid w:val="001678DE"/>
    <w:rsid w:val="00186103"/>
    <w:rsid w:val="0019381D"/>
    <w:rsid w:val="00193D67"/>
    <w:rsid w:val="00196686"/>
    <w:rsid w:val="001B1D6D"/>
    <w:rsid w:val="001B61FD"/>
    <w:rsid w:val="001C3A98"/>
    <w:rsid w:val="001C5131"/>
    <w:rsid w:val="001D39D2"/>
    <w:rsid w:val="002049B9"/>
    <w:rsid w:val="00220927"/>
    <w:rsid w:val="00221759"/>
    <w:rsid w:val="00222170"/>
    <w:rsid w:val="002438CF"/>
    <w:rsid w:val="002512D3"/>
    <w:rsid w:val="00252D3C"/>
    <w:rsid w:val="00257FEA"/>
    <w:rsid w:val="0026471E"/>
    <w:rsid w:val="0028131D"/>
    <w:rsid w:val="002873C6"/>
    <w:rsid w:val="00292A34"/>
    <w:rsid w:val="002B46D3"/>
    <w:rsid w:val="002C11EB"/>
    <w:rsid w:val="002C383F"/>
    <w:rsid w:val="002D74FB"/>
    <w:rsid w:val="002E2BAD"/>
    <w:rsid w:val="002F1BB0"/>
    <w:rsid w:val="00305303"/>
    <w:rsid w:val="00322805"/>
    <w:rsid w:val="003301B3"/>
    <w:rsid w:val="00331A1E"/>
    <w:rsid w:val="00340786"/>
    <w:rsid w:val="0035560F"/>
    <w:rsid w:val="00385C76"/>
    <w:rsid w:val="00391DC0"/>
    <w:rsid w:val="003A1078"/>
    <w:rsid w:val="003A5C97"/>
    <w:rsid w:val="003A79A3"/>
    <w:rsid w:val="003D0076"/>
    <w:rsid w:val="003D16FF"/>
    <w:rsid w:val="003D2A96"/>
    <w:rsid w:val="003D5831"/>
    <w:rsid w:val="00412BC2"/>
    <w:rsid w:val="00426021"/>
    <w:rsid w:val="00436A3C"/>
    <w:rsid w:val="00443125"/>
    <w:rsid w:val="00447074"/>
    <w:rsid w:val="00460B54"/>
    <w:rsid w:val="00460FEB"/>
    <w:rsid w:val="00467F04"/>
    <w:rsid w:val="00471767"/>
    <w:rsid w:val="00483638"/>
    <w:rsid w:val="00483DD2"/>
    <w:rsid w:val="004A533E"/>
    <w:rsid w:val="004B3E4C"/>
    <w:rsid w:val="004B579F"/>
    <w:rsid w:val="004B5929"/>
    <w:rsid w:val="004E6BC2"/>
    <w:rsid w:val="004F5896"/>
    <w:rsid w:val="004F77A2"/>
    <w:rsid w:val="005033B3"/>
    <w:rsid w:val="00503CF1"/>
    <w:rsid w:val="005069B5"/>
    <w:rsid w:val="00506B4E"/>
    <w:rsid w:val="00506DF2"/>
    <w:rsid w:val="00510D7D"/>
    <w:rsid w:val="00516BCA"/>
    <w:rsid w:val="005236CB"/>
    <w:rsid w:val="005333F2"/>
    <w:rsid w:val="00533D22"/>
    <w:rsid w:val="00536BBB"/>
    <w:rsid w:val="00552A22"/>
    <w:rsid w:val="00552C06"/>
    <w:rsid w:val="00553015"/>
    <w:rsid w:val="0055642D"/>
    <w:rsid w:val="0057792D"/>
    <w:rsid w:val="005A3ED0"/>
    <w:rsid w:val="005B43B4"/>
    <w:rsid w:val="005B5797"/>
    <w:rsid w:val="005B60AB"/>
    <w:rsid w:val="005D0B82"/>
    <w:rsid w:val="005D0DE6"/>
    <w:rsid w:val="005D1A4D"/>
    <w:rsid w:val="005E0AAE"/>
    <w:rsid w:val="005E0DB6"/>
    <w:rsid w:val="005E6A8A"/>
    <w:rsid w:val="005F15CA"/>
    <w:rsid w:val="005F260C"/>
    <w:rsid w:val="00601C78"/>
    <w:rsid w:val="00601EE1"/>
    <w:rsid w:val="006043F4"/>
    <w:rsid w:val="00622839"/>
    <w:rsid w:val="00622B16"/>
    <w:rsid w:val="006230DA"/>
    <w:rsid w:val="0063256C"/>
    <w:rsid w:val="006340B6"/>
    <w:rsid w:val="00640CA4"/>
    <w:rsid w:val="00651738"/>
    <w:rsid w:val="00655678"/>
    <w:rsid w:val="0066261B"/>
    <w:rsid w:val="006720B8"/>
    <w:rsid w:val="00674C8E"/>
    <w:rsid w:val="00675CD8"/>
    <w:rsid w:val="00682AA3"/>
    <w:rsid w:val="00682CF4"/>
    <w:rsid w:val="00690E61"/>
    <w:rsid w:val="006929E7"/>
    <w:rsid w:val="00692A4F"/>
    <w:rsid w:val="00693D0B"/>
    <w:rsid w:val="006A6628"/>
    <w:rsid w:val="006B29F0"/>
    <w:rsid w:val="006B46F7"/>
    <w:rsid w:val="006C05B7"/>
    <w:rsid w:val="006C2FF7"/>
    <w:rsid w:val="006D50A3"/>
    <w:rsid w:val="006D5D20"/>
    <w:rsid w:val="006D61F5"/>
    <w:rsid w:val="006E0F44"/>
    <w:rsid w:val="006F142B"/>
    <w:rsid w:val="006F466F"/>
    <w:rsid w:val="00701394"/>
    <w:rsid w:val="00706BC8"/>
    <w:rsid w:val="00712A4A"/>
    <w:rsid w:val="007256C7"/>
    <w:rsid w:val="00726CE9"/>
    <w:rsid w:val="00731717"/>
    <w:rsid w:val="007319AA"/>
    <w:rsid w:val="00733D76"/>
    <w:rsid w:val="00736FEA"/>
    <w:rsid w:val="00740D73"/>
    <w:rsid w:val="007410E7"/>
    <w:rsid w:val="00743D34"/>
    <w:rsid w:val="0074572A"/>
    <w:rsid w:val="007460E7"/>
    <w:rsid w:val="007656E6"/>
    <w:rsid w:val="00767C9D"/>
    <w:rsid w:val="00770641"/>
    <w:rsid w:val="007729AA"/>
    <w:rsid w:val="0079032C"/>
    <w:rsid w:val="00790E1F"/>
    <w:rsid w:val="00792A33"/>
    <w:rsid w:val="007A3C72"/>
    <w:rsid w:val="007A6E26"/>
    <w:rsid w:val="007A7FE4"/>
    <w:rsid w:val="007B3C82"/>
    <w:rsid w:val="007C0B4C"/>
    <w:rsid w:val="007C5EDC"/>
    <w:rsid w:val="007C640C"/>
    <w:rsid w:val="007C714B"/>
    <w:rsid w:val="007D1205"/>
    <w:rsid w:val="007D3EE5"/>
    <w:rsid w:val="007E02A0"/>
    <w:rsid w:val="007E4A50"/>
    <w:rsid w:val="007F0259"/>
    <w:rsid w:val="007F3AB9"/>
    <w:rsid w:val="0080018A"/>
    <w:rsid w:val="00812988"/>
    <w:rsid w:val="00823387"/>
    <w:rsid w:val="0084179D"/>
    <w:rsid w:val="00847B00"/>
    <w:rsid w:val="0085342F"/>
    <w:rsid w:val="00855F9C"/>
    <w:rsid w:val="008709BC"/>
    <w:rsid w:val="0087655F"/>
    <w:rsid w:val="00880221"/>
    <w:rsid w:val="008A2E39"/>
    <w:rsid w:val="008B7E03"/>
    <w:rsid w:val="008C1197"/>
    <w:rsid w:val="008C213B"/>
    <w:rsid w:val="008C27AE"/>
    <w:rsid w:val="008E3935"/>
    <w:rsid w:val="008E5026"/>
    <w:rsid w:val="008F136D"/>
    <w:rsid w:val="008F36C6"/>
    <w:rsid w:val="00905A99"/>
    <w:rsid w:val="00905FD2"/>
    <w:rsid w:val="00922EF5"/>
    <w:rsid w:val="0093011E"/>
    <w:rsid w:val="009361BB"/>
    <w:rsid w:val="00937C71"/>
    <w:rsid w:val="0094046E"/>
    <w:rsid w:val="009536B4"/>
    <w:rsid w:val="00954FCE"/>
    <w:rsid w:val="00966C46"/>
    <w:rsid w:val="00990960"/>
    <w:rsid w:val="009B0BE0"/>
    <w:rsid w:val="009C2B2A"/>
    <w:rsid w:val="009C7FC4"/>
    <w:rsid w:val="009D239C"/>
    <w:rsid w:val="009E011D"/>
    <w:rsid w:val="00A00796"/>
    <w:rsid w:val="00A01407"/>
    <w:rsid w:val="00A03D21"/>
    <w:rsid w:val="00A044F0"/>
    <w:rsid w:val="00A13D2F"/>
    <w:rsid w:val="00A17A5D"/>
    <w:rsid w:val="00A21D27"/>
    <w:rsid w:val="00A2543B"/>
    <w:rsid w:val="00A3053B"/>
    <w:rsid w:val="00A46B4A"/>
    <w:rsid w:val="00A56124"/>
    <w:rsid w:val="00A573BE"/>
    <w:rsid w:val="00A713AF"/>
    <w:rsid w:val="00A71B48"/>
    <w:rsid w:val="00A730B8"/>
    <w:rsid w:val="00A93A5D"/>
    <w:rsid w:val="00AA319A"/>
    <w:rsid w:val="00AB52EC"/>
    <w:rsid w:val="00AC2753"/>
    <w:rsid w:val="00AC3A12"/>
    <w:rsid w:val="00AD1165"/>
    <w:rsid w:val="00AE5021"/>
    <w:rsid w:val="00B23593"/>
    <w:rsid w:val="00B2364B"/>
    <w:rsid w:val="00B26AC8"/>
    <w:rsid w:val="00B27C76"/>
    <w:rsid w:val="00B42CF1"/>
    <w:rsid w:val="00B463CE"/>
    <w:rsid w:val="00B466D6"/>
    <w:rsid w:val="00B5172E"/>
    <w:rsid w:val="00B57E22"/>
    <w:rsid w:val="00B72347"/>
    <w:rsid w:val="00B817FC"/>
    <w:rsid w:val="00B91317"/>
    <w:rsid w:val="00B9141D"/>
    <w:rsid w:val="00B91A95"/>
    <w:rsid w:val="00B94E23"/>
    <w:rsid w:val="00BA221C"/>
    <w:rsid w:val="00BC63D9"/>
    <w:rsid w:val="00BC6D41"/>
    <w:rsid w:val="00BD2988"/>
    <w:rsid w:val="00BD7076"/>
    <w:rsid w:val="00BF3B29"/>
    <w:rsid w:val="00C12936"/>
    <w:rsid w:val="00C144E2"/>
    <w:rsid w:val="00C15CDA"/>
    <w:rsid w:val="00C37ED8"/>
    <w:rsid w:val="00C44CEF"/>
    <w:rsid w:val="00C616C1"/>
    <w:rsid w:val="00C63926"/>
    <w:rsid w:val="00C63FBD"/>
    <w:rsid w:val="00C76F2C"/>
    <w:rsid w:val="00C836F6"/>
    <w:rsid w:val="00C912A6"/>
    <w:rsid w:val="00C9439F"/>
    <w:rsid w:val="00C96290"/>
    <w:rsid w:val="00C97D9C"/>
    <w:rsid w:val="00CA11D6"/>
    <w:rsid w:val="00CA12F8"/>
    <w:rsid w:val="00CA70F3"/>
    <w:rsid w:val="00CB59E2"/>
    <w:rsid w:val="00CC05B2"/>
    <w:rsid w:val="00CC365D"/>
    <w:rsid w:val="00CC5A6F"/>
    <w:rsid w:val="00CD28E2"/>
    <w:rsid w:val="00CD2C2F"/>
    <w:rsid w:val="00CE017C"/>
    <w:rsid w:val="00CE6B36"/>
    <w:rsid w:val="00CF1252"/>
    <w:rsid w:val="00D3311A"/>
    <w:rsid w:val="00D4399A"/>
    <w:rsid w:val="00D43F80"/>
    <w:rsid w:val="00D45F55"/>
    <w:rsid w:val="00D56992"/>
    <w:rsid w:val="00D642B0"/>
    <w:rsid w:val="00D734B9"/>
    <w:rsid w:val="00D7699A"/>
    <w:rsid w:val="00D85BFA"/>
    <w:rsid w:val="00DB5780"/>
    <w:rsid w:val="00DC268B"/>
    <w:rsid w:val="00DC514A"/>
    <w:rsid w:val="00DD37BA"/>
    <w:rsid w:val="00DF57F3"/>
    <w:rsid w:val="00DF5B79"/>
    <w:rsid w:val="00E04EB1"/>
    <w:rsid w:val="00E1030D"/>
    <w:rsid w:val="00E163B1"/>
    <w:rsid w:val="00E237C5"/>
    <w:rsid w:val="00E31F34"/>
    <w:rsid w:val="00E411E8"/>
    <w:rsid w:val="00E43230"/>
    <w:rsid w:val="00E5763D"/>
    <w:rsid w:val="00E644D8"/>
    <w:rsid w:val="00E763E4"/>
    <w:rsid w:val="00E80F49"/>
    <w:rsid w:val="00E83A04"/>
    <w:rsid w:val="00EA146C"/>
    <w:rsid w:val="00EB35D8"/>
    <w:rsid w:val="00EB4DA9"/>
    <w:rsid w:val="00EB4DC7"/>
    <w:rsid w:val="00EC3DC8"/>
    <w:rsid w:val="00EC4341"/>
    <w:rsid w:val="00EE0A0E"/>
    <w:rsid w:val="00EF225A"/>
    <w:rsid w:val="00EF2F50"/>
    <w:rsid w:val="00EF45E0"/>
    <w:rsid w:val="00F110B9"/>
    <w:rsid w:val="00F1520F"/>
    <w:rsid w:val="00F167A2"/>
    <w:rsid w:val="00F21A71"/>
    <w:rsid w:val="00F24C98"/>
    <w:rsid w:val="00F26970"/>
    <w:rsid w:val="00F27C17"/>
    <w:rsid w:val="00F31885"/>
    <w:rsid w:val="00F319BF"/>
    <w:rsid w:val="00F512F6"/>
    <w:rsid w:val="00F5667C"/>
    <w:rsid w:val="00F7474A"/>
    <w:rsid w:val="00F774D0"/>
    <w:rsid w:val="00F811F9"/>
    <w:rsid w:val="00FC476A"/>
    <w:rsid w:val="00FD2D3D"/>
    <w:rsid w:val="00FE18E6"/>
    <w:rsid w:val="00FE23CB"/>
    <w:rsid w:val="00FE6AE7"/>
    <w:rsid w:val="00FF18E8"/>
    <w:rsid w:val="00FF1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D7C2A5"/>
  <w15:docId w15:val="{4EED487B-9A6C-4B7C-8D34-72545F511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8E5026"/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A5C9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7319AA"/>
    <w:pPr>
      <w:keepNext/>
      <w:jc w:val="center"/>
      <w:outlineLvl w:val="1"/>
    </w:pPr>
    <w:rPr>
      <w:b/>
      <w:bCs/>
      <w:lang w:eastAsia="sk-SK"/>
    </w:rPr>
  </w:style>
  <w:style w:type="paragraph" w:styleId="Nadpis3">
    <w:name w:val="heading 3"/>
    <w:basedOn w:val="Normlny"/>
    <w:next w:val="Normlny"/>
    <w:link w:val="Nadpis3Char"/>
    <w:qFormat/>
    <w:rsid w:val="007319AA"/>
    <w:pPr>
      <w:keepNext/>
      <w:jc w:val="center"/>
      <w:outlineLvl w:val="2"/>
    </w:pPr>
    <w:rPr>
      <w:b/>
      <w:bCs/>
      <w:i/>
      <w:iCs/>
      <w:sz w:val="22"/>
      <w:lang w:eastAsia="sk-SK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3A5C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3A5C9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y"/>
    <w:next w:val="Normlny"/>
    <w:link w:val="Nadpis6Char"/>
    <w:unhideWhenUsed/>
    <w:qFormat/>
    <w:rsid w:val="003A5C9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3A5C9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8E5026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8E5026"/>
    <w:pPr>
      <w:tabs>
        <w:tab w:val="center" w:pos="4536"/>
        <w:tab w:val="right" w:pos="9072"/>
      </w:tabs>
    </w:pPr>
  </w:style>
  <w:style w:type="paragraph" w:customStyle="1" w:styleId="listadresa">
    <w:name w:val="list_adresa"/>
    <w:basedOn w:val="Normlny"/>
    <w:rsid w:val="008E5026"/>
    <w:pPr>
      <w:ind w:left="567"/>
    </w:pPr>
    <w:rPr>
      <w:sz w:val="20"/>
      <w:szCs w:val="20"/>
      <w:lang w:eastAsia="sk-SK"/>
    </w:rPr>
  </w:style>
  <w:style w:type="paragraph" w:customStyle="1" w:styleId="listtext">
    <w:name w:val="list_text"/>
    <w:basedOn w:val="Normlny"/>
    <w:rsid w:val="008E5026"/>
    <w:pPr>
      <w:ind w:firstLine="720"/>
      <w:jc w:val="both"/>
    </w:pPr>
    <w:rPr>
      <w:szCs w:val="20"/>
      <w:lang w:eastAsia="sk-SK"/>
    </w:rPr>
  </w:style>
  <w:style w:type="paragraph" w:customStyle="1" w:styleId="listhlavicka">
    <w:name w:val="list_hlavicka"/>
    <w:basedOn w:val="Normlny"/>
    <w:rsid w:val="008E5026"/>
    <w:pPr>
      <w:tabs>
        <w:tab w:val="left" w:pos="2880"/>
        <w:tab w:val="left" w:pos="5041"/>
        <w:tab w:val="left" w:pos="7201"/>
      </w:tabs>
      <w:jc w:val="both"/>
    </w:pPr>
    <w:rPr>
      <w:sz w:val="20"/>
      <w:szCs w:val="20"/>
      <w:lang w:eastAsia="sk-SK"/>
    </w:rPr>
  </w:style>
  <w:style w:type="paragraph" w:customStyle="1" w:styleId="listvec">
    <w:name w:val="list_vec"/>
    <w:basedOn w:val="Normlny"/>
    <w:next w:val="listtext"/>
    <w:rsid w:val="008E5026"/>
    <w:pPr>
      <w:spacing w:before="240" w:after="240"/>
      <w:jc w:val="both"/>
    </w:pPr>
    <w:rPr>
      <w:szCs w:val="20"/>
      <w:lang w:eastAsia="sk-SK"/>
    </w:rPr>
  </w:style>
  <w:style w:type="character" w:styleId="Hypertextovprepojenie">
    <w:name w:val="Hyperlink"/>
    <w:basedOn w:val="Predvolenpsmoodseku"/>
    <w:rsid w:val="00792A33"/>
    <w:rPr>
      <w:color w:val="0000FF"/>
      <w:u w:val="single"/>
    </w:rPr>
  </w:style>
  <w:style w:type="paragraph" w:styleId="Textbubliny">
    <w:name w:val="Balloon Text"/>
    <w:basedOn w:val="Normlny"/>
    <w:link w:val="TextbublinyChar"/>
    <w:rsid w:val="0073171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731717"/>
    <w:rPr>
      <w:rFonts w:ascii="Tahoma" w:hAnsi="Tahoma" w:cs="Tahoma"/>
      <w:sz w:val="16"/>
      <w:szCs w:val="16"/>
      <w:lang w:eastAsia="cs-CZ"/>
    </w:rPr>
  </w:style>
  <w:style w:type="character" w:customStyle="1" w:styleId="Nadpis2Char">
    <w:name w:val="Nadpis 2 Char"/>
    <w:basedOn w:val="Predvolenpsmoodseku"/>
    <w:link w:val="Nadpis2"/>
    <w:rsid w:val="007319AA"/>
    <w:rPr>
      <w:b/>
      <w:bCs/>
      <w:sz w:val="24"/>
      <w:szCs w:val="24"/>
    </w:rPr>
  </w:style>
  <w:style w:type="character" w:customStyle="1" w:styleId="Nadpis3Char">
    <w:name w:val="Nadpis 3 Char"/>
    <w:basedOn w:val="Predvolenpsmoodseku"/>
    <w:link w:val="Nadpis3"/>
    <w:rsid w:val="007319AA"/>
    <w:rPr>
      <w:b/>
      <w:bCs/>
      <w:i/>
      <w:iCs/>
      <w:sz w:val="22"/>
      <w:szCs w:val="24"/>
    </w:rPr>
  </w:style>
  <w:style w:type="character" w:customStyle="1" w:styleId="Nadpis1Char">
    <w:name w:val="Nadpis 1 Char"/>
    <w:basedOn w:val="Predvolenpsmoodseku"/>
    <w:link w:val="Nadpis1"/>
    <w:rsid w:val="003A5C9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character" w:customStyle="1" w:styleId="Nadpis4Char">
    <w:name w:val="Nadpis 4 Char"/>
    <w:basedOn w:val="Predvolenpsmoodseku"/>
    <w:link w:val="Nadpis4"/>
    <w:semiHidden/>
    <w:rsid w:val="003A5C97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Predvolenpsmoodseku"/>
    <w:link w:val="Nadpis5"/>
    <w:semiHidden/>
    <w:rsid w:val="003A5C97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Predvolenpsmoodseku"/>
    <w:link w:val="Nadpis6"/>
    <w:rsid w:val="003A5C9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customStyle="1" w:styleId="Nadpis9Char">
    <w:name w:val="Nadpis 9 Char"/>
    <w:basedOn w:val="Predvolenpsmoodseku"/>
    <w:link w:val="Nadpis9"/>
    <w:semiHidden/>
    <w:rsid w:val="003A5C9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character" w:customStyle="1" w:styleId="HlavikaChar">
    <w:name w:val="Hlavička Char"/>
    <w:basedOn w:val="Predvolenpsmoodseku"/>
    <w:link w:val="Hlavika"/>
    <w:rsid w:val="003A5C97"/>
    <w:rPr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3A5C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ika\Documents\TAJOMN&#205;&#262;KA%20-%20AGENDA\2%25%20Da&#328;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6C814-F3AD-464D-8A7B-BF653CA64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2% Daň</Template>
  <TotalTime>74</TotalTime>
  <Pages>2</Pages>
  <Words>160</Words>
  <Characters>917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Váš list/zo dňa</vt:lpstr>
      <vt:lpstr>Váš list/zo dňa</vt:lpstr>
    </vt:vector>
  </TitlesOfParts>
  <Company>Jarema consult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list/zo dňa</dc:title>
  <dc:creator>valika</dc:creator>
  <cp:lastModifiedBy>Admin PC</cp:lastModifiedBy>
  <cp:revision>79</cp:revision>
  <cp:lastPrinted>2019-02-08T12:33:00Z</cp:lastPrinted>
  <dcterms:created xsi:type="dcterms:W3CDTF">2019-02-11T09:56:00Z</dcterms:created>
  <dcterms:modified xsi:type="dcterms:W3CDTF">2025-02-12T10:21:00Z</dcterms:modified>
</cp:coreProperties>
</file>